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4AFECE" w14:textId="4C44780B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</w:t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1D1DCF8C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1BAFF5DE" w14:textId="71079BFA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49293A">
        <w:rPr>
          <w:rFonts w:ascii="Corbel" w:hAnsi="Corbel"/>
          <w:i/>
          <w:smallCaps/>
          <w:sz w:val="24"/>
          <w:szCs w:val="24"/>
        </w:rPr>
        <w:t>2024-2027</w:t>
      </w:r>
    </w:p>
    <w:p w14:paraId="48780E7B" w14:textId="0E9967EA" w:rsidR="0085747A" w:rsidRPr="00B169DF" w:rsidRDefault="0085747A" w:rsidP="00230734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40D04D70" w14:textId="1509D706" w:rsidR="00445970" w:rsidRPr="00B169DF" w:rsidRDefault="00445970" w:rsidP="00230734">
      <w:pPr>
        <w:spacing w:after="0" w:line="240" w:lineRule="exact"/>
        <w:ind w:left="2832" w:firstLine="996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</w:t>
      </w:r>
      <w:r w:rsidR="0049293A">
        <w:rPr>
          <w:rFonts w:ascii="Corbel" w:hAnsi="Corbel"/>
          <w:sz w:val="20"/>
          <w:szCs w:val="20"/>
        </w:rPr>
        <w:t>2026/2027</w:t>
      </w:r>
    </w:p>
    <w:p w14:paraId="1237A9D7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C7B630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2DAE4864" w14:textId="77777777" w:rsidTr="00B819C8">
        <w:tc>
          <w:tcPr>
            <w:tcW w:w="2694" w:type="dxa"/>
            <w:vAlign w:val="center"/>
          </w:tcPr>
          <w:p w14:paraId="249255FD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CF993F8" w14:textId="57C2DBBE" w:rsidR="0085747A" w:rsidRPr="00D63193" w:rsidRDefault="00884979" w:rsidP="00230734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  <w:lang w:eastAsia="pl-PL"/>
              </w:rPr>
            </w:pPr>
            <w:r w:rsidRPr="00094839">
              <w:rPr>
                <w:rFonts w:ascii="Corbel" w:hAnsi="Corbel" w:cs="Calibri"/>
                <w:sz w:val="24"/>
                <w:szCs w:val="24"/>
              </w:rPr>
              <w:t>Socjologia zdrowia i choroby</w:t>
            </w:r>
          </w:p>
        </w:tc>
      </w:tr>
      <w:tr w:rsidR="0085747A" w:rsidRPr="00B169DF" w14:paraId="64B09CCA" w14:textId="77777777" w:rsidTr="0049293A">
        <w:trPr>
          <w:trHeight w:val="734"/>
        </w:trPr>
        <w:tc>
          <w:tcPr>
            <w:tcW w:w="2694" w:type="dxa"/>
            <w:vAlign w:val="center"/>
          </w:tcPr>
          <w:p w14:paraId="121C001E" w14:textId="6793AC15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</w:t>
            </w:r>
            <w:r w:rsidR="0009483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>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73D45EE" w14:textId="4CA5E0BF" w:rsidR="0085747A" w:rsidRPr="0049293A" w:rsidRDefault="00B1357A" w:rsidP="00B70369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  <w:lang w:eastAsia="pl-PL"/>
              </w:rPr>
            </w:pPr>
            <w:r w:rsidRPr="00094839">
              <w:rPr>
                <w:rFonts w:ascii="Corbel" w:hAnsi="Corbel" w:cs="Calibri"/>
                <w:sz w:val="24"/>
                <w:szCs w:val="24"/>
              </w:rPr>
              <w:t>S1S[6]PZ_11</w:t>
            </w:r>
            <w:r w:rsidR="00397ABA" w:rsidRPr="00094839">
              <w:rPr>
                <w:rFonts w:ascii="Corbel" w:hAnsi="Corbel" w:cs="Calibri"/>
                <w:sz w:val="24"/>
                <w:szCs w:val="24"/>
              </w:rPr>
              <w:t xml:space="preserve"> </w:t>
            </w:r>
          </w:p>
        </w:tc>
      </w:tr>
      <w:tr w:rsidR="0085747A" w:rsidRPr="00B169DF" w14:paraId="368AA262" w14:textId="77777777" w:rsidTr="00B819C8">
        <w:tc>
          <w:tcPr>
            <w:tcW w:w="2694" w:type="dxa"/>
            <w:vAlign w:val="center"/>
          </w:tcPr>
          <w:p w14:paraId="667BEFB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BA7FC66" w14:textId="718AF1DF" w:rsidR="0085747A" w:rsidRPr="00B169DF" w:rsidRDefault="00A169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7B7C3C5B" w14:textId="77777777" w:rsidTr="00B819C8">
        <w:tc>
          <w:tcPr>
            <w:tcW w:w="2694" w:type="dxa"/>
            <w:vAlign w:val="center"/>
          </w:tcPr>
          <w:p w14:paraId="7F844E75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1C2DBF0" w14:textId="2DF90C7A" w:rsidR="0085747A" w:rsidRPr="00B169DF" w:rsidRDefault="00A169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B169DF" w14:paraId="428632F6" w14:textId="77777777" w:rsidTr="00B819C8">
        <w:tc>
          <w:tcPr>
            <w:tcW w:w="2694" w:type="dxa"/>
            <w:vAlign w:val="center"/>
          </w:tcPr>
          <w:p w14:paraId="68247BC6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AAD3990" w14:textId="3E88743A" w:rsidR="0085747A" w:rsidRPr="00B169DF" w:rsidRDefault="00A169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B169DF" w14:paraId="734D7E25" w14:textId="77777777" w:rsidTr="00B819C8">
        <w:tc>
          <w:tcPr>
            <w:tcW w:w="2694" w:type="dxa"/>
            <w:vAlign w:val="center"/>
          </w:tcPr>
          <w:p w14:paraId="315DE58E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A3C386C" w14:textId="42FF58BB" w:rsidR="0085747A" w:rsidRPr="00B169DF" w:rsidRDefault="00A169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B169DF" w14:paraId="5F22D17B" w14:textId="77777777" w:rsidTr="00B819C8">
        <w:tc>
          <w:tcPr>
            <w:tcW w:w="2694" w:type="dxa"/>
            <w:vAlign w:val="center"/>
          </w:tcPr>
          <w:p w14:paraId="7EED3578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D292950" w14:textId="3F1300FA" w:rsidR="0085747A" w:rsidRPr="00B169DF" w:rsidRDefault="00A169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2C2D0367" w14:textId="77777777" w:rsidTr="00B819C8">
        <w:tc>
          <w:tcPr>
            <w:tcW w:w="2694" w:type="dxa"/>
            <w:vAlign w:val="center"/>
          </w:tcPr>
          <w:p w14:paraId="55CB396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066A0A0" w14:textId="34B19D6E" w:rsidR="0085747A" w:rsidRPr="00B169DF" w:rsidRDefault="00A169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0FEAEB17" w14:textId="77777777" w:rsidTr="00B819C8">
        <w:tc>
          <w:tcPr>
            <w:tcW w:w="2694" w:type="dxa"/>
            <w:vAlign w:val="center"/>
          </w:tcPr>
          <w:p w14:paraId="55E841D6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A328A28" w14:textId="24659E4B" w:rsidR="0085747A" w:rsidRPr="00B169DF" w:rsidRDefault="00A169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rok, </w:t>
            </w:r>
            <w:r w:rsidR="002319A8">
              <w:rPr>
                <w:rFonts w:ascii="Corbel" w:hAnsi="Corbel"/>
                <w:b w:val="0"/>
                <w:sz w:val="24"/>
                <w:szCs w:val="24"/>
              </w:rPr>
              <w:t>6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B169DF" w14:paraId="68DB6E17" w14:textId="77777777" w:rsidTr="00B819C8">
        <w:tc>
          <w:tcPr>
            <w:tcW w:w="2694" w:type="dxa"/>
            <w:vAlign w:val="center"/>
          </w:tcPr>
          <w:p w14:paraId="42497A91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EFE2C5" w14:textId="1FA2A6C6" w:rsidR="0085747A" w:rsidRPr="00B169DF" w:rsidRDefault="00A169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B169DF" w14:paraId="58048C03" w14:textId="77777777" w:rsidTr="00B819C8">
        <w:tc>
          <w:tcPr>
            <w:tcW w:w="2694" w:type="dxa"/>
            <w:vAlign w:val="center"/>
          </w:tcPr>
          <w:p w14:paraId="451B4FFB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3D8320A" w14:textId="34B7BA4F" w:rsidR="00923D7D" w:rsidRPr="00B169DF" w:rsidRDefault="00A169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15B10C15" w14:textId="77777777" w:rsidTr="0049293A">
        <w:tc>
          <w:tcPr>
            <w:tcW w:w="2694" w:type="dxa"/>
            <w:vAlign w:val="center"/>
          </w:tcPr>
          <w:p w14:paraId="417C3BE3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612436A" w14:textId="709F612E" w:rsidR="0085747A" w:rsidRPr="00B169DF" w:rsidRDefault="00366DA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="0085747A" w:rsidRPr="00B169DF" w14:paraId="7830C0AB" w14:textId="77777777" w:rsidTr="0049293A">
        <w:tc>
          <w:tcPr>
            <w:tcW w:w="2694" w:type="dxa"/>
            <w:vAlign w:val="center"/>
          </w:tcPr>
          <w:p w14:paraId="44293B8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CDE535B" w14:textId="304E8D46" w:rsidR="0085747A" w:rsidRPr="00B169DF" w:rsidRDefault="00366DA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  <w:bookmarkStart w:id="0" w:name="_GoBack"/>
        <w:bookmarkEnd w:id="0"/>
      </w:tr>
    </w:tbl>
    <w:p w14:paraId="015C4EA5" w14:textId="77777777" w:rsidR="0085747A" w:rsidRPr="00B169DF" w:rsidRDefault="0085747A" w:rsidP="00EB7C43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6E7FB6B7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4917AB9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5BAD3519" w14:textId="77777777" w:rsidTr="0089048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DE8F1" w14:textId="77777777" w:rsidR="00015B8F" w:rsidRPr="00B169DF" w:rsidRDefault="00015B8F" w:rsidP="008904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327E484F" w14:textId="77777777" w:rsidR="00015B8F" w:rsidRPr="00B169DF" w:rsidRDefault="002B5EA0" w:rsidP="008904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8C19D" w14:textId="77777777" w:rsidR="00015B8F" w:rsidRPr="00B169DF" w:rsidRDefault="00015B8F" w:rsidP="008904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85F61" w14:textId="77777777" w:rsidR="00015B8F" w:rsidRPr="00B169DF" w:rsidRDefault="00015B8F" w:rsidP="008904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FE0AE" w14:textId="77777777" w:rsidR="00015B8F" w:rsidRPr="00B169DF" w:rsidRDefault="00015B8F" w:rsidP="008904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B6840" w14:textId="77777777" w:rsidR="00015B8F" w:rsidRPr="00B169DF" w:rsidRDefault="00015B8F" w:rsidP="008904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B2E99" w14:textId="77777777" w:rsidR="00015B8F" w:rsidRPr="00B169DF" w:rsidRDefault="00015B8F" w:rsidP="008904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78B23" w14:textId="77777777" w:rsidR="00015B8F" w:rsidRPr="00B169DF" w:rsidRDefault="00015B8F" w:rsidP="008904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17263" w14:textId="77777777" w:rsidR="00015B8F" w:rsidRPr="00B169DF" w:rsidRDefault="00015B8F" w:rsidP="008904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E3468" w14:textId="77777777" w:rsidR="00015B8F" w:rsidRPr="00B169DF" w:rsidRDefault="00015B8F" w:rsidP="008904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D4E99" w14:textId="77777777" w:rsidR="00015B8F" w:rsidRPr="00B169DF" w:rsidRDefault="00015B8F" w:rsidP="0089048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3B6221B" w14:textId="77777777" w:rsidTr="0089048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AE10B" w14:textId="7FF49A51" w:rsidR="00015B8F" w:rsidRPr="00B169DF" w:rsidRDefault="002319A8" w:rsidP="008904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8181F" w14:textId="045B440E" w:rsidR="00015B8F" w:rsidRPr="00B169DF" w:rsidRDefault="00A16930" w:rsidP="008904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2EC9" w14:textId="3C4E83B6" w:rsidR="00015B8F" w:rsidRPr="00B169DF" w:rsidRDefault="00A16930" w:rsidP="008904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9A079" w14:textId="1A64B6EE" w:rsidR="00015B8F" w:rsidRPr="00B169DF" w:rsidRDefault="000D789D" w:rsidP="008904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E186D" w14:textId="2B1FA08E" w:rsidR="00015B8F" w:rsidRPr="00B169DF" w:rsidRDefault="00A16930" w:rsidP="008904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BD89B" w14:textId="775F2D57" w:rsidR="00015B8F" w:rsidRPr="00B169DF" w:rsidRDefault="00A16930" w:rsidP="008904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15EF7" w14:textId="195B66EE" w:rsidR="00015B8F" w:rsidRPr="00B169DF" w:rsidRDefault="00A16930" w:rsidP="008904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0D77" w14:textId="628889E8" w:rsidR="00015B8F" w:rsidRPr="00B169DF" w:rsidRDefault="00A16930" w:rsidP="008904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238B7" w14:textId="2B1F7421" w:rsidR="00015B8F" w:rsidRPr="00B169DF" w:rsidRDefault="00A16930" w:rsidP="008904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69DF2" w14:textId="2FD05EC3" w:rsidR="00015B8F" w:rsidRPr="00B169DF" w:rsidRDefault="00094839" w:rsidP="008904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33B823E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4980BC9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808D17E" w14:textId="4672813C" w:rsidR="0085747A" w:rsidRPr="00B169DF" w:rsidRDefault="00A1693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16930">
        <w:rPr>
          <w:rFonts w:ascii="Segoe UI Symbol" w:eastAsia="MS Gothic" w:hAnsi="Segoe UI Symbol" w:cs="Segoe UI Symbol"/>
          <w:bCs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559C6CE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2CCC9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B18B15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94BAAAF" w14:textId="77777777" w:rsidR="00EB7C43" w:rsidRDefault="00EB7C43" w:rsidP="00D53A0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06087B" w14:textId="160D5A3E" w:rsidR="00D53A04" w:rsidRDefault="00D53A04" w:rsidP="00D53A0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63317061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E1ADA5" w14:textId="5F4737C0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p w14:paraId="4A32B317" w14:textId="77777777" w:rsidR="00EB7C43" w:rsidRPr="00B169DF" w:rsidRDefault="00EB7C4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3BCE5173" w14:textId="77777777" w:rsidTr="00745302">
        <w:tc>
          <w:tcPr>
            <w:tcW w:w="9670" w:type="dxa"/>
          </w:tcPr>
          <w:p w14:paraId="72838D3D" w14:textId="27255C00" w:rsidR="0085747A" w:rsidRPr="00B169DF" w:rsidRDefault="00A8571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wymagań wstępnych</w:t>
            </w:r>
          </w:p>
        </w:tc>
      </w:tr>
    </w:tbl>
    <w:p w14:paraId="75177F04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AA5EA3" w14:textId="77777777" w:rsidR="00EB7C43" w:rsidRDefault="00EB7C43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2170BF48" w14:textId="06DFAADC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7D66E65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9EEEB1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3F37F5E9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169DF" w14:paraId="45E7CA2B" w14:textId="77777777" w:rsidTr="00923D7D">
        <w:tc>
          <w:tcPr>
            <w:tcW w:w="851" w:type="dxa"/>
            <w:vAlign w:val="center"/>
          </w:tcPr>
          <w:p w14:paraId="60E1BDFD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F4284A7" w14:textId="77B72EB6" w:rsidR="0085747A" w:rsidRPr="00B169DF" w:rsidRDefault="00A1693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Wprowadzenie </w:t>
            </w:r>
            <w:r w:rsidR="00D46397">
              <w:rPr>
                <w:rFonts w:ascii="Corbel" w:hAnsi="Corbel"/>
                <w:b w:val="0"/>
                <w:sz w:val="24"/>
                <w:szCs w:val="24"/>
              </w:rPr>
              <w:t>w problematykę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związaną z kwestiami </w:t>
            </w:r>
            <w:r w:rsidR="000B3EB5">
              <w:rPr>
                <w:rFonts w:ascii="Corbel" w:hAnsi="Corbel"/>
                <w:b w:val="0"/>
                <w:sz w:val="24"/>
                <w:szCs w:val="24"/>
              </w:rPr>
              <w:t>zdrowia, choroby w aspekcie socjologicznym</w:t>
            </w:r>
          </w:p>
        </w:tc>
      </w:tr>
      <w:tr w:rsidR="0085747A" w:rsidRPr="00B169DF" w14:paraId="49BCB628" w14:textId="77777777" w:rsidTr="00923D7D">
        <w:tc>
          <w:tcPr>
            <w:tcW w:w="851" w:type="dxa"/>
            <w:vAlign w:val="center"/>
          </w:tcPr>
          <w:p w14:paraId="6843A2BE" w14:textId="25CC3D99" w:rsidR="0085747A" w:rsidRPr="00B169DF" w:rsidRDefault="00A1693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5C74C09" w14:textId="7339B974" w:rsidR="0085747A" w:rsidRPr="00B169DF" w:rsidRDefault="000024B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studentom elementarnej wiedzy na temat społeczno-kulturowych uwarunkowań </w:t>
            </w:r>
            <w:r w:rsidR="0054653C">
              <w:rPr>
                <w:rFonts w:ascii="Corbel" w:hAnsi="Corbel"/>
                <w:b w:val="0"/>
                <w:sz w:val="24"/>
                <w:szCs w:val="24"/>
              </w:rPr>
              <w:t>zdrowia, choroby i zachowań</w:t>
            </w:r>
            <w:r w:rsidR="00F305E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91CBA">
              <w:rPr>
                <w:rFonts w:ascii="Corbel" w:hAnsi="Corbel"/>
                <w:b w:val="0"/>
                <w:sz w:val="24"/>
                <w:szCs w:val="24"/>
              </w:rPr>
              <w:t>prozdrowotnych</w:t>
            </w:r>
          </w:p>
        </w:tc>
      </w:tr>
      <w:tr w:rsidR="00190469" w:rsidRPr="00B169DF" w14:paraId="630B1AFF" w14:textId="77777777" w:rsidTr="00923D7D">
        <w:tc>
          <w:tcPr>
            <w:tcW w:w="851" w:type="dxa"/>
            <w:vAlign w:val="center"/>
          </w:tcPr>
          <w:p w14:paraId="2B818902" w14:textId="24F9CA22" w:rsidR="00190469" w:rsidRDefault="0019046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371E280" w14:textId="216FF2AB" w:rsidR="00190469" w:rsidRDefault="001F2FDB" w:rsidP="0000778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F2FDB">
              <w:rPr>
                <w:rStyle w:val="wrtext"/>
                <w:rFonts w:ascii="Corbel" w:hAnsi="Corbel"/>
                <w:b w:val="0"/>
                <w:sz w:val="24"/>
                <w:szCs w:val="24"/>
              </w:rPr>
              <w:t>Zapoznanie z instrumentarium socjologii służącym diagnozie socjomedycznej narzędzia pomiaru i analizy, kontekst stratyfikacyjny i kulturowy zdrowia i choroby, niesprawności oraz zaspokajania potrzeb zdrowotnych</w:t>
            </w:r>
            <w:r w:rsidRPr="00EC485E">
              <w:rPr>
                <w:rStyle w:val="wrtext"/>
                <w:rFonts w:ascii="Corbel" w:hAnsi="Corbel"/>
                <w:b w:val="0"/>
                <w:sz w:val="20"/>
              </w:rPr>
              <w:t>.</w:t>
            </w:r>
          </w:p>
        </w:tc>
      </w:tr>
      <w:tr w:rsidR="0085747A" w:rsidRPr="00B169DF" w14:paraId="027AD3A1" w14:textId="77777777" w:rsidTr="00923D7D">
        <w:tc>
          <w:tcPr>
            <w:tcW w:w="851" w:type="dxa"/>
            <w:vAlign w:val="center"/>
          </w:tcPr>
          <w:p w14:paraId="67A501E8" w14:textId="400C2CE6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90469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40471845" w14:textId="004ADD65" w:rsidR="0085747A" w:rsidRPr="00B169DF" w:rsidRDefault="00A1693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przez studenta umiejętności </w:t>
            </w:r>
            <w:r w:rsidR="00DE2389">
              <w:rPr>
                <w:rFonts w:ascii="Corbel" w:hAnsi="Corbel"/>
                <w:b w:val="0"/>
                <w:sz w:val="24"/>
                <w:szCs w:val="24"/>
              </w:rPr>
              <w:t>projektowania działań z obs</w:t>
            </w:r>
            <w:r w:rsidR="00F305ED">
              <w:rPr>
                <w:rFonts w:ascii="Corbel" w:hAnsi="Corbel"/>
                <w:b w:val="0"/>
                <w:sz w:val="24"/>
                <w:szCs w:val="24"/>
              </w:rPr>
              <w:t>zaru pracy socjalnej z uwzględnieniem relacji rodzina-zdrowie-choroba</w:t>
            </w:r>
          </w:p>
        </w:tc>
      </w:tr>
    </w:tbl>
    <w:p w14:paraId="3D1582A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E17AB1E" w14:textId="6241B5AB" w:rsidR="00291697" w:rsidRPr="00291697" w:rsidRDefault="009F4610" w:rsidP="00291697">
      <w:pPr>
        <w:pStyle w:val="TableParagraph"/>
        <w:spacing w:line="237" w:lineRule="auto"/>
        <w:ind w:right="-114"/>
        <w:rPr>
          <w:rFonts w:eastAsiaTheme="minorHAnsi" w:cs="TimesNewRomanPSMT"/>
          <w:sz w:val="20"/>
          <w:szCs w:val="20"/>
        </w:rPr>
      </w:pPr>
      <w:r w:rsidRPr="00B169DF">
        <w:rPr>
          <w:b/>
          <w:sz w:val="24"/>
          <w:szCs w:val="24"/>
        </w:rPr>
        <w:t xml:space="preserve">3.2 </w:t>
      </w:r>
      <w:r w:rsidR="001D7B54" w:rsidRPr="00B169DF">
        <w:rPr>
          <w:b/>
          <w:sz w:val="24"/>
          <w:szCs w:val="24"/>
        </w:rPr>
        <w:t xml:space="preserve">Efekty </w:t>
      </w:r>
      <w:r w:rsidR="00C05F44" w:rsidRPr="00B169DF">
        <w:rPr>
          <w:b/>
          <w:sz w:val="24"/>
          <w:szCs w:val="24"/>
        </w:rPr>
        <w:t xml:space="preserve">uczenia się </w:t>
      </w:r>
      <w:r w:rsidR="001D7B54" w:rsidRPr="00B169DF">
        <w:rPr>
          <w:b/>
          <w:sz w:val="24"/>
          <w:szCs w:val="24"/>
        </w:rPr>
        <w:t>dla przedmiotu</w:t>
      </w:r>
      <w:r w:rsidR="00445970" w:rsidRPr="00B169DF">
        <w:rPr>
          <w:sz w:val="24"/>
          <w:szCs w:val="24"/>
        </w:rPr>
        <w:t xml:space="preserve"> </w:t>
      </w:r>
    </w:p>
    <w:p w14:paraId="1718258D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48AFA0C3" w14:textId="77777777" w:rsidTr="00291697">
        <w:tc>
          <w:tcPr>
            <w:tcW w:w="1681" w:type="dxa"/>
            <w:vAlign w:val="center"/>
          </w:tcPr>
          <w:p w14:paraId="146557AF" w14:textId="77777777" w:rsidR="0085747A" w:rsidRPr="00B169DF" w:rsidRDefault="0085747A" w:rsidP="006477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EE196AA" w14:textId="1A16BDD7" w:rsidR="0085747A" w:rsidRPr="00B169DF" w:rsidRDefault="0085747A" w:rsidP="006477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</w:tc>
        <w:tc>
          <w:tcPr>
            <w:tcW w:w="1865" w:type="dxa"/>
            <w:vAlign w:val="center"/>
          </w:tcPr>
          <w:p w14:paraId="7F5DB32C" w14:textId="77777777" w:rsidR="0085747A" w:rsidRPr="00B169DF" w:rsidRDefault="0085747A" w:rsidP="006477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29F33FA3" w14:textId="77777777" w:rsidTr="00291697">
        <w:tc>
          <w:tcPr>
            <w:tcW w:w="1681" w:type="dxa"/>
          </w:tcPr>
          <w:p w14:paraId="14B72365" w14:textId="1BFD6D35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shd w:val="clear" w:color="auto" w:fill="auto"/>
          </w:tcPr>
          <w:p w14:paraId="50D5A944" w14:textId="1D3E84C4" w:rsidR="0085747A" w:rsidRPr="0049293A" w:rsidRDefault="00B6238C" w:rsidP="006477A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9293A">
              <w:rPr>
                <w:rFonts w:ascii="Corbel" w:hAnsi="Corbel"/>
                <w:b w:val="0"/>
                <w:sz w:val="24"/>
                <w:szCs w:val="24"/>
              </w:rPr>
              <w:t xml:space="preserve">student zna instytucje regionalne, krajowe i międzynarodowe przeciwdziałające wykluczeniu społecznemu </w:t>
            </w:r>
            <w:r w:rsidR="0049293A" w:rsidRPr="0049293A">
              <w:rPr>
                <w:rFonts w:ascii="Corbel" w:hAnsi="Corbel"/>
                <w:b w:val="0"/>
                <w:sz w:val="24"/>
                <w:szCs w:val="24"/>
              </w:rPr>
              <w:t xml:space="preserve">w aspekcie </w:t>
            </w:r>
            <w:r w:rsidR="003F11FF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49293A" w:rsidRPr="0049293A">
              <w:rPr>
                <w:rFonts w:ascii="Corbel" w:hAnsi="Corbel"/>
                <w:b w:val="0"/>
                <w:sz w:val="24"/>
                <w:szCs w:val="24"/>
              </w:rPr>
              <w:t xml:space="preserve">drowotnym </w:t>
            </w:r>
          </w:p>
        </w:tc>
        <w:tc>
          <w:tcPr>
            <w:tcW w:w="1865" w:type="dxa"/>
            <w:shd w:val="clear" w:color="auto" w:fill="auto"/>
          </w:tcPr>
          <w:p w14:paraId="2FCB6BCC" w14:textId="3AA71552" w:rsidR="0085747A" w:rsidRPr="003D0D18" w:rsidRDefault="003D0D1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0D18">
              <w:rPr>
                <w:rFonts w:ascii="Corbel" w:hAnsi="Corbel"/>
                <w:b w:val="0"/>
                <w:szCs w:val="24"/>
              </w:rPr>
              <w:t>K_W0</w:t>
            </w:r>
            <w:r w:rsidR="00291697">
              <w:rPr>
                <w:rFonts w:ascii="Corbel" w:hAnsi="Corbel"/>
                <w:b w:val="0"/>
                <w:szCs w:val="24"/>
              </w:rPr>
              <w:t>4</w:t>
            </w:r>
          </w:p>
        </w:tc>
      </w:tr>
      <w:tr w:rsidR="0085747A" w:rsidRPr="00B169DF" w14:paraId="2ADCD1EF" w14:textId="77777777" w:rsidTr="00291697">
        <w:tc>
          <w:tcPr>
            <w:tcW w:w="1681" w:type="dxa"/>
          </w:tcPr>
          <w:p w14:paraId="2B083FF5" w14:textId="7DB5282F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D0D1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69586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  <w:shd w:val="clear" w:color="auto" w:fill="auto"/>
          </w:tcPr>
          <w:p w14:paraId="768A6B4C" w14:textId="269CF96E" w:rsidR="0085747A" w:rsidRPr="0049293A" w:rsidRDefault="00B6238C" w:rsidP="006477A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9293A">
              <w:rPr>
                <w:rFonts w:ascii="Corbel" w:hAnsi="Corbel"/>
                <w:b w:val="0"/>
                <w:sz w:val="24"/>
                <w:szCs w:val="24"/>
              </w:rPr>
              <w:t xml:space="preserve">student zna uwarunkowania przyrodnicze, psychologiczne, ekonomiczne i prawne dające podstawy zrozumienia </w:t>
            </w:r>
            <w:r w:rsidR="006C031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9293A" w:rsidRPr="0049293A">
              <w:rPr>
                <w:rFonts w:ascii="Corbel" w:hAnsi="Corbel"/>
                <w:b w:val="0"/>
                <w:sz w:val="24"/>
                <w:szCs w:val="24"/>
              </w:rPr>
              <w:t xml:space="preserve">dei </w:t>
            </w:r>
            <w:r w:rsidR="006C031A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49293A" w:rsidRPr="0049293A">
              <w:rPr>
                <w:rFonts w:ascii="Corbel" w:hAnsi="Corbel"/>
                <w:b w:val="0"/>
                <w:sz w:val="24"/>
                <w:szCs w:val="24"/>
              </w:rPr>
              <w:t xml:space="preserve">drowia i choroby </w:t>
            </w:r>
          </w:p>
        </w:tc>
        <w:tc>
          <w:tcPr>
            <w:tcW w:w="1865" w:type="dxa"/>
            <w:shd w:val="clear" w:color="auto" w:fill="auto"/>
          </w:tcPr>
          <w:p w14:paraId="374345E2" w14:textId="41CA1EEB" w:rsidR="0085747A" w:rsidRPr="003D0D18" w:rsidRDefault="003D0D1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0D18">
              <w:rPr>
                <w:rFonts w:ascii="Corbel" w:hAnsi="Corbel"/>
                <w:b w:val="0"/>
                <w:szCs w:val="24"/>
              </w:rPr>
              <w:t>K_</w:t>
            </w:r>
            <w:r w:rsidR="00F05C81">
              <w:rPr>
                <w:rFonts w:ascii="Corbel" w:hAnsi="Corbel"/>
                <w:b w:val="0"/>
                <w:szCs w:val="24"/>
              </w:rPr>
              <w:t>W0</w:t>
            </w:r>
            <w:r w:rsidR="00291697"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3D0D18" w:rsidRPr="00B169DF" w14:paraId="2E766E83" w14:textId="77777777" w:rsidTr="00291697">
        <w:trPr>
          <w:trHeight w:val="1050"/>
        </w:trPr>
        <w:tc>
          <w:tcPr>
            <w:tcW w:w="1681" w:type="dxa"/>
          </w:tcPr>
          <w:p w14:paraId="589817F0" w14:textId="3316AFF1" w:rsidR="003D0D18" w:rsidRPr="00B169DF" w:rsidRDefault="003D0D1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69586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  <w:shd w:val="clear" w:color="auto" w:fill="auto"/>
          </w:tcPr>
          <w:p w14:paraId="5DDB4966" w14:textId="7452C803" w:rsidR="003D0D18" w:rsidRPr="0049293A" w:rsidRDefault="00B6238C" w:rsidP="006477A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9293A">
              <w:rPr>
                <w:rFonts w:ascii="Corbel" w:hAnsi="Corbel"/>
                <w:b w:val="0"/>
                <w:sz w:val="24"/>
                <w:szCs w:val="24"/>
              </w:rPr>
              <w:t>student zna procesy przemian w obrębie systemów, instytucji i struktur społecznych oraz ich uwarunkowania</w:t>
            </w:r>
            <w:r w:rsidR="0049293A" w:rsidRPr="0049293A">
              <w:rPr>
                <w:rFonts w:ascii="Corbel" w:hAnsi="Corbel"/>
                <w:b w:val="0"/>
                <w:sz w:val="24"/>
                <w:szCs w:val="24"/>
              </w:rPr>
              <w:t xml:space="preserve"> w aspekcie ochrony zdrowia </w:t>
            </w:r>
          </w:p>
        </w:tc>
        <w:tc>
          <w:tcPr>
            <w:tcW w:w="1865" w:type="dxa"/>
            <w:shd w:val="clear" w:color="auto" w:fill="auto"/>
          </w:tcPr>
          <w:p w14:paraId="409BA785" w14:textId="497F47C8" w:rsidR="00291697" w:rsidRPr="003D0D18" w:rsidRDefault="003D0D18" w:rsidP="006477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0D18">
              <w:rPr>
                <w:rFonts w:ascii="Corbel" w:hAnsi="Corbel"/>
                <w:b w:val="0"/>
                <w:szCs w:val="24"/>
              </w:rPr>
              <w:t>K_</w:t>
            </w:r>
            <w:r w:rsidR="00291697">
              <w:rPr>
                <w:rFonts w:ascii="Corbel" w:hAnsi="Corbel"/>
                <w:b w:val="0"/>
                <w:szCs w:val="24"/>
              </w:rPr>
              <w:t>w12</w:t>
            </w:r>
          </w:p>
        </w:tc>
      </w:tr>
      <w:tr w:rsidR="00291697" w:rsidRPr="00B169DF" w14:paraId="2AE2889D" w14:textId="77777777" w:rsidTr="00291697">
        <w:trPr>
          <w:trHeight w:val="735"/>
        </w:trPr>
        <w:tc>
          <w:tcPr>
            <w:tcW w:w="1681" w:type="dxa"/>
          </w:tcPr>
          <w:p w14:paraId="7E2468B8" w14:textId="1A046805" w:rsidR="00291697" w:rsidRPr="00B169DF" w:rsidRDefault="004D01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  <w:shd w:val="clear" w:color="auto" w:fill="auto"/>
          </w:tcPr>
          <w:p w14:paraId="55D26922" w14:textId="0BA2B321" w:rsidR="00291697" w:rsidRPr="0049293A" w:rsidRDefault="00B6238C" w:rsidP="006477A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9293A">
              <w:rPr>
                <w:rFonts w:ascii="Corbel" w:hAnsi="Corbel"/>
                <w:b w:val="0"/>
                <w:sz w:val="24"/>
                <w:szCs w:val="24"/>
              </w:rPr>
              <w:t xml:space="preserve">student potrafi prawidłowo interpretować zjawiska społeczne (kulturowe, polityczne, prawne, ekonomiczne) i identyfikować ich związek z problematyką </w:t>
            </w:r>
            <w:r w:rsidR="0049293A" w:rsidRPr="0049293A">
              <w:rPr>
                <w:rFonts w:ascii="Corbel" w:hAnsi="Corbel"/>
                <w:b w:val="0"/>
                <w:sz w:val="24"/>
                <w:szCs w:val="24"/>
              </w:rPr>
              <w:t xml:space="preserve">zdrowia i choroby </w:t>
            </w:r>
          </w:p>
        </w:tc>
        <w:tc>
          <w:tcPr>
            <w:tcW w:w="1865" w:type="dxa"/>
            <w:shd w:val="clear" w:color="auto" w:fill="auto"/>
          </w:tcPr>
          <w:p w14:paraId="041814CC" w14:textId="6975064B" w:rsidR="00291697" w:rsidRPr="003D0D18" w:rsidRDefault="004D0132" w:rsidP="006477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291697" w:rsidRPr="00B169DF" w14:paraId="47B7F404" w14:textId="77777777" w:rsidTr="006477A3">
        <w:trPr>
          <w:trHeight w:val="1834"/>
        </w:trPr>
        <w:tc>
          <w:tcPr>
            <w:tcW w:w="1681" w:type="dxa"/>
          </w:tcPr>
          <w:p w14:paraId="3DA35E98" w14:textId="28E28327" w:rsidR="00291697" w:rsidRPr="00B169DF" w:rsidRDefault="004929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4" w:type="dxa"/>
            <w:shd w:val="clear" w:color="auto" w:fill="auto"/>
          </w:tcPr>
          <w:p w14:paraId="3F70B5AD" w14:textId="36BC46CE" w:rsidR="00291697" w:rsidRPr="0049293A" w:rsidRDefault="00B6238C" w:rsidP="006477A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9293A">
              <w:rPr>
                <w:rFonts w:ascii="Corbel" w:hAnsi="Corbel"/>
                <w:b w:val="0"/>
                <w:sz w:val="24"/>
                <w:szCs w:val="24"/>
              </w:rPr>
              <w:t xml:space="preserve">student potrafi wykorzystywać wiedzę teoretyczną o procesach zachodzących w społeczeństwie do szczegółowego opisu kwestii związanych </w:t>
            </w:r>
            <w:r w:rsidR="0049293A" w:rsidRPr="0049293A">
              <w:rPr>
                <w:rFonts w:ascii="Corbel" w:hAnsi="Corbel"/>
                <w:b w:val="0"/>
                <w:sz w:val="24"/>
                <w:szCs w:val="24"/>
              </w:rPr>
              <w:t xml:space="preserve">z kwestiami zdrowia i choroby oraz </w:t>
            </w:r>
            <w:r w:rsidRPr="0049293A">
              <w:rPr>
                <w:rFonts w:ascii="Corbel" w:hAnsi="Corbel"/>
                <w:b w:val="0"/>
                <w:sz w:val="24"/>
                <w:szCs w:val="24"/>
              </w:rPr>
              <w:t>wykorzystywać wiedzę wynikającą z diagnozowania procesów i zjawisk społecznych w praktyce pracy socjalnej</w:t>
            </w:r>
            <w:r w:rsidR="0049293A" w:rsidRPr="0049293A">
              <w:rPr>
                <w:rFonts w:ascii="Corbel" w:hAnsi="Corbel"/>
                <w:b w:val="0"/>
                <w:sz w:val="24"/>
                <w:szCs w:val="24"/>
              </w:rPr>
              <w:t xml:space="preserve"> związanej z ochroną zdrowia </w:t>
            </w:r>
          </w:p>
        </w:tc>
        <w:tc>
          <w:tcPr>
            <w:tcW w:w="1865" w:type="dxa"/>
            <w:shd w:val="clear" w:color="auto" w:fill="auto"/>
          </w:tcPr>
          <w:p w14:paraId="61F67A1F" w14:textId="2160B8DB" w:rsidR="00291697" w:rsidRDefault="004D0132" w:rsidP="00EB7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291697" w:rsidRPr="00B169DF" w14:paraId="69A60B54" w14:textId="77777777" w:rsidTr="00291697">
        <w:trPr>
          <w:trHeight w:val="471"/>
        </w:trPr>
        <w:tc>
          <w:tcPr>
            <w:tcW w:w="1681" w:type="dxa"/>
          </w:tcPr>
          <w:p w14:paraId="17198C38" w14:textId="5F55D981" w:rsidR="00291697" w:rsidRPr="00B169DF" w:rsidRDefault="004929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  <w:shd w:val="clear" w:color="auto" w:fill="auto"/>
          </w:tcPr>
          <w:p w14:paraId="4A250C19" w14:textId="457A0F6D" w:rsidR="00291697" w:rsidRPr="0049293A" w:rsidRDefault="00B6238C" w:rsidP="006477A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9293A">
              <w:rPr>
                <w:rFonts w:ascii="Corbel" w:hAnsi="Corbel"/>
                <w:b w:val="0"/>
                <w:sz w:val="24"/>
                <w:szCs w:val="24"/>
              </w:rPr>
              <w:t xml:space="preserve">student potrafi analizować i uzasadniać ludzkie zachowania, ich motywy i konsekwencje </w:t>
            </w:r>
            <w:r w:rsidR="0049293A" w:rsidRPr="0049293A">
              <w:rPr>
                <w:rFonts w:ascii="Corbel" w:hAnsi="Corbel"/>
                <w:b w:val="0"/>
                <w:sz w:val="24"/>
                <w:szCs w:val="24"/>
              </w:rPr>
              <w:t xml:space="preserve">w aspekcie zdrowia i choroby </w:t>
            </w:r>
          </w:p>
        </w:tc>
        <w:tc>
          <w:tcPr>
            <w:tcW w:w="1865" w:type="dxa"/>
            <w:shd w:val="clear" w:color="auto" w:fill="auto"/>
          </w:tcPr>
          <w:p w14:paraId="0A4DE710" w14:textId="6648EED7" w:rsidR="00291697" w:rsidRDefault="00B14901" w:rsidP="006477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291697" w:rsidRPr="00B169DF" w14:paraId="40B22483" w14:textId="77777777" w:rsidTr="00291697">
        <w:trPr>
          <w:trHeight w:val="780"/>
        </w:trPr>
        <w:tc>
          <w:tcPr>
            <w:tcW w:w="1681" w:type="dxa"/>
          </w:tcPr>
          <w:p w14:paraId="7A74A968" w14:textId="61BE65BD" w:rsidR="00291697" w:rsidRPr="00B169DF" w:rsidRDefault="004929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5974" w:type="dxa"/>
            <w:shd w:val="clear" w:color="auto" w:fill="auto"/>
          </w:tcPr>
          <w:p w14:paraId="68940087" w14:textId="4A28BED5" w:rsidR="00291697" w:rsidRPr="0049293A" w:rsidRDefault="00B6238C" w:rsidP="006477A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9293A">
              <w:rPr>
                <w:rFonts w:ascii="Corbel" w:hAnsi="Corbel"/>
                <w:b w:val="0"/>
                <w:sz w:val="24"/>
                <w:szCs w:val="24"/>
              </w:rPr>
              <w:t>student jest gotów organizowania kontaktów z</w:t>
            </w:r>
            <w:r w:rsidR="003E627E">
              <w:rPr>
                <w:rFonts w:ascii="Corbel" w:hAnsi="Corbel"/>
                <w:b w:val="0"/>
                <w:sz w:val="24"/>
                <w:szCs w:val="24"/>
              </w:rPr>
              <w:t> </w:t>
            </w:r>
            <w:r w:rsidRPr="0049293A">
              <w:rPr>
                <w:rFonts w:ascii="Corbel" w:hAnsi="Corbel"/>
                <w:b w:val="0"/>
                <w:sz w:val="24"/>
                <w:szCs w:val="24"/>
              </w:rPr>
              <w:t xml:space="preserve">otoczeniem społecznym (interesariuszami zewnętrznymi) oraz współpracy na rzecz rozwiązywania problemów z zakresu </w:t>
            </w:r>
            <w:r w:rsidR="0049293A" w:rsidRPr="0049293A">
              <w:rPr>
                <w:rFonts w:ascii="Corbel" w:hAnsi="Corbel"/>
                <w:b w:val="0"/>
                <w:sz w:val="24"/>
                <w:szCs w:val="24"/>
              </w:rPr>
              <w:t xml:space="preserve">zdrowia i choroby </w:t>
            </w:r>
          </w:p>
        </w:tc>
        <w:tc>
          <w:tcPr>
            <w:tcW w:w="1865" w:type="dxa"/>
            <w:shd w:val="clear" w:color="auto" w:fill="auto"/>
          </w:tcPr>
          <w:p w14:paraId="10E51DBA" w14:textId="3F34092F" w:rsidR="00291697" w:rsidRDefault="00B95896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49293A" w:rsidRPr="00B169DF" w14:paraId="366BD2E8" w14:textId="77777777" w:rsidTr="00291697">
        <w:trPr>
          <w:trHeight w:val="690"/>
        </w:trPr>
        <w:tc>
          <w:tcPr>
            <w:tcW w:w="1681" w:type="dxa"/>
          </w:tcPr>
          <w:p w14:paraId="2F851944" w14:textId="03228CB3" w:rsidR="0049293A" w:rsidRPr="00B169DF" w:rsidRDefault="0049293A" w:rsidP="00492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89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  <w:shd w:val="clear" w:color="auto" w:fill="auto"/>
          </w:tcPr>
          <w:p w14:paraId="2027246A" w14:textId="2EE87FE1" w:rsidR="0049293A" w:rsidRPr="0049293A" w:rsidRDefault="0049293A" w:rsidP="006477A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9293A">
              <w:rPr>
                <w:rFonts w:ascii="Corbel" w:hAnsi="Corbel"/>
                <w:b w:val="0"/>
                <w:sz w:val="24"/>
                <w:szCs w:val="24"/>
              </w:rPr>
              <w:t>student jest gotów rozstrzygania</w:t>
            </w:r>
            <w:r w:rsidR="003E627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49293A">
              <w:rPr>
                <w:rFonts w:ascii="Corbel" w:hAnsi="Corbel"/>
                <w:b w:val="0"/>
                <w:sz w:val="24"/>
                <w:szCs w:val="24"/>
              </w:rPr>
              <w:t>kwestii</w:t>
            </w:r>
            <w:r w:rsidR="003E627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49293A">
              <w:rPr>
                <w:rFonts w:ascii="Corbel" w:hAnsi="Corbel"/>
                <w:b w:val="0"/>
                <w:sz w:val="24"/>
                <w:szCs w:val="24"/>
              </w:rPr>
              <w:t>etycznych związanych ze zdrowiem i chorobą w oparciu o</w:t>
            </w:r>
            <w:r w:rsidR="003E627E">
              <w:rPr>
                <w:rFonts w:ascii="Corbel" w:hAnsi="Corbel"/>
                <w:b w:val="0"/>
                <w:sz w:val="24"/>
                <w:szCs w:val="24"/>
              </w:rPr>
              <w:t> </w:t>
            </w:r>
            <w:r w:rsidRPr="0049293A">
              <w:rPr>
                <w:rFonts w:ascii="Corbel" w:hAnsi="Corbel"/>
                <w:b w:val="0"/>
                <w:sz w:val="24"/>
                <w:szCs w:val="24"/>
              </w:rPr>
              <w:t>aksjologiczne aspekty zawodu pracownika socjalnego</w:t>
            </w:r>
          </w:p>
        </w:tc>
        <w:tc>
          <w:tcPr>
            <w:tcW w:w="1865" w:type="dxa"/>
            <w:shd w:val="clear" w:color="auto" w:fill="auto"/>
          </w:tcPr>
          <w:p w14:paraId="18ACC0C4" w14:textId="14F7D079" w:rsidR="0049293A" w:rsidRDefault="0049293A" w:rsidP="00492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49293A" w:rsidRPr="00B169DF" w14:paraId="09880DBC" w14:textId="77777777" w:rsidTr="00291697">
        <w:trPr>
          <w:trHeight w:val="675"/>
        </w:trPr>
        <w:tc>
          <w:tcPr>
            <w:tcW w:w="1681" w:type="dxa"/>
          </w:tcPr>
          <w:p w14:paraId="00C1D6DD" w14:textId="3F607D1E" w:rsidR="0049293A" w:rsidRPr="00B169DF" w:rsidRDefault="0049293A" w:rsidP="00492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89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4" w:type="dxa"/>
            <w:shd w:val="clear" w:color="auto" w:fill="auto"/>
          </w:tcPr>
          <w:p w14:paraId="275C90F6" w14:textId="1FF3A2AA" w:rsidR="0049293A" w:rsidRPr="0049293A" w:rsidRDefault="0049293A" w:rsidP="006477A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9293A">
              <w:rPr>
                <w:rFonts w:ascii="Corbel" w:hAnsi="Corbel"/>
                <w:b w:val="0"/>
                <w:sz w:val="24"/>
                <w:szCs w:val="24"/>
              </w:rPr>
              <w:t>student jest gotów posługiwania się podstawowymi podejściami teoretycznymi w zachowań zdrowotnych w</w:t>
            </w:r>
            <w:r w:rsidR="003E627E">
              <w:rPr>
                <w:rFonts w:ascii="Corbel" w:hAnsi="Corbel"/>
                <w:b w:val="0"/>
                <w:sz w:val="24"/>
                <w:szCs w:val="24"/>
              </w:rPr>
              <w:t> </w:t>
            </w:r>
            <w:r w:rsidRPr="0049293A">
              <w:rPr>
                <w:rFonts w:ascii="Corbel" w:hAnsi="Corbel"/>
                <w:b w:val="0"/>
                <w:sz w:val="24"/>
                <w:szCs w:val="24"/>
              </w:rPr>
              <w:t>celu diagnozowania, prognozowania oraz formułowania programów działań socjalnych</w:t>
            </w:r>
          </w:p>
        </w:tc>
        <w:tc>
          <w:tcPr>
            <w:tcW w:w="1865" w:type="dxa"/>
            <w:shd w:val="clear" w:color="auto" w:fill="auto"/>
          </w:tcPr>
          <w:p w14:paraId="2531FB72" w14:textId="5B239066" w:rsidR="0049293A" w:rsidRDefault="0049293A" w:rsidP="00492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49293A" w:rsidRPr="00B169DF" w14:paraId="4940B1E1" w14:textId="77777777" w:rsidTr="00291697">
        <w:trPr>
          <w:trHeight w:val="540"/>
        </w:trPr>
        <w:tc>
          <w:tcPr>
            <w:tcW w:w="1681" w:type="dxa"/>
          </w:tcPr>
          <w:p w14:paraId="77B917D5" w14:textId="44CA0E19" w:rsidR="0049293A" w:rsidRPr="00B169DF" w:rsidRDefault="0049293A" w:rsidP="00492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189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5974" w:type="dxa"/>
            <w:shd w:val="clear" w:color="auto" w:fill="auto"/>
          </w:tcPr>
          <w:p w14:paraId="12D44742" w14:textId="55AB84F3" w:rsidR="0049293A" w:rsidRPr="0049293A" w:rsidRDefault="0049293A" w:rsidP="006477A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9293A">
              <w:rPr>
                <w:rFonts w:ascii="Corbel" w:hAnsi="Corbel"/>
                <w:b w:val="0"/>
                <w:sz w:val="24"/>
                <w:szCs w:val="24"/>
              </w:rPr>
              <w:t xml:space="preserve">student jest gotów myślenia w sposób przedsiębiorczy oraz uczestnictwa w grupach, organizacjach, instytucjach podejmujących działania na rzecz zdrowia </w:t>
            </w:r>
          </w:p>
        </w:tc>
        <w:tc>
          <w:tcPr>
            <w:tcW w:w="1865" w:type="dxa"/>
            <w:shd w:val="clear" w:color="auto" w:fill="auto"/>
          </w:tcPr>
          <w:p w14:paraId="74BE72A2" w14:textId="7F6FB873" w:rsidR="0049293A" w:rsidRDefault="0049293A" w:rsidP="00492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14:paraId="746E87B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58E1FA" w14:textId="0A326246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14:paraId="450017D7" w14:textId="2345EEC0" w:rsidR="0085747A" w:rsidRDefault="0085747A" w:rsidP="003E627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  <w:r w:rsidR="003E627E">
        <w:rPr>
          <w:rFonts w:ascii="Corbel" w:hAnsi="Corbel"/>
          <w:sz w:val="24"/>
          <w:szCs w:val="24"/>
        </w:rPr>
        <w:t>nie dotyczy</w:t>
      </w:r>
    </w:p>
    <w:p w14:paraId="096BA62E" w14:textId="77777777" w:rsidR="003E627E" w:rsidRPr="003E627E" w:rsidRDefault="003E627E" w:rsidP="003E627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F9F786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13DB1DCD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D795B59" w14:textId="77777777" w:rsidTr="0000778A">
        <w:tc>
          <w:tcPr>
            <w:tcW w:w="9520" w:type="dxa"/>
          </w:tcPr>
          <w:p w14:paraId="58130A27" w14:textId="77777777" w:rsidR="0085747A" w:rsidRPr="00B3132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31327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F06446" w:rsidRPr="00B169DF" w14:paraId="4B8F85BB" w14:textId="77777777" w:rsidTr="0000778A">
        <w:tc>
          <w:tcPr>
            <w:tcW w:w="9520" w:type="dxa"/>
          </w:tcPr>
          <w:p w14:paraId="63B255B9" w14:textId="7BEB88A9" w:rsidR="00F06446" w:rsidRPr="000818F9" w:rsidRDefault="00F833C5" w:rsidP="00F064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socjologii medycyny w Polsce i na świecie</w:t>
            </w:r>
          </w:p>
        </w:tc>
      </w:tr>
      <w:tr w:rsidR="00F833C5" w:rsidRPr="00B169DF" w14:paraId="1667F76C" w14:textId="77777777" w:rsidTr="0000778A">
        <w:tc>
          <w:tcPr>
            <w:tcW w:w="9520" w:type="dxa"/>
          </w:tcPr>
          <w:p w14:paraId="3313B733" w14:textId="219012D3" w:rsidR="00F833C5" w:rsidRPr="0080460F" w:rsidRDefault="00F833C5" w:rsidP="00F833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socjologii w medycynie</w:t>
            </w:r>
            <w:r w:rsidR="00253C57">
              <w:rPr>
                <w:rFonts w:ascii="Corbel" w:hAnsi="Corbel"/>
                <w:sz w:val="24"/>
                <w:szCs w:val="24"/>
              </w:rPr>
              <w:t>.</w:t>
            </w:r>
            <w:r w:rsidR="0059015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Socjologiczne koncepcje zdrowia i choroby</w:t>
            </w:r>
          </w:p>
        </w:tc>
      </w:tr>
      <w:tr w:rsidR="00F833C5" w:rsidRPr="00B169DF" w14:paraId="1DA6FF74" w14:textId="77777777" w:rsidTr="0000778A">
        <w:tc>
          <w:tcPr>
            <w:tcW w:w="9520" w:type="dxa"/>
          </w:tcPr>
          <w:p w14:paraId="604A4E34" w14:textId="49FEC2FD" w:rsidR="00F833C5" w:rsidRPr="0080460F" w:rsidRDefault="00A174B4" w:rsidP="00F833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Zdrowie jako wartość społeczno-kulturowa.</w:t>
            </w:r>
            <w:r w:rsidR="00253C57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Pacjent odmienny kulturowo.</w:t>
            </w:r>
          </w:p>
        </w:tc>
      </w:tr>
      <w:tr w:rsidR="00F833C5" w:rsidRPr="00B169DF" w14:paraId="4BE96B94" w14:textId="77777777" w:rsidTr="0000778A">
        <w:tc>
          <w:tcPr>
            <w:tcW w:w="9520" w:type="dxa"/>
          </w:tcPr>
          <w:p w14:paraId="22E1CFB1" w14:textId="2F37B8A1" w:rsidR="00F833C5" w:rsidRPr="0080460F" w:rsidRDefault="00A174B4" w:rsidP="00F833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metodologii badania postaw i zachowań zdrowotnych</w:t>
            </w:r>
            <w:r w:rsidR="007C592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833C5" w:rsidRPr="00B169DF" w14:paraId="6C6D2F18" w14:textId="77777777" w:rsidTr="0000778A">
        <w:tc>
          <w:tcPr>
            <w:tcW w:w="9520" w:type="dxa"/>
          </w:tcPr>
          <w:p w14:paraId="41120C43" w14:textId="0787A961" w:rsidR="00F833C5" w:rsidRPr="00B169DF" w:rsidRDefault="00560468" w:rsidP="00F833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Socjomedyczne wskaźniki zdrowia.</w:t>
            </w:r>
            <w:r w:rsidR="00A547B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Pojęcie jakości życia w medycynie i socjologii.</w:t>
            </w:r>
          </w:p>
        </w:tc>
      </w:tr>
      <w:tr w:rsidR="00F833C5" w:rsidRPr="00B169DF" w14:paraId="6C6BBE02" w14:textId="77777777" w:rsidTr="0000778A">
        <w:tc>
          <w:tcPr>
            <w:tcW w:w="9520" w:type="dxa"/>
          </w:tcPr>
          <w:p w14:paraId="31999812" w14:textId="5A39C554" w:rsidR="00F833C5" w:rsidRPr="00B169DF" w:rsidRDefault="00DF4ABF" w:rsidP="00F833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Społeczne uwarunkowania choroby- pojęcie choroby według</w:t>
            </w:r>
            <w:r w:rsidR="007C5928">
              <w:rPr>
                <w:rFonts w:ascii="Corbel" w:hAnsi="Corbel"/>
                <w:sz w:val="24"/>
                <w:szCs w:val="24"/>
              </w:rPr>
              <w:t xml:space="preserve"> T.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Parsonsa</w:t>
            </w:r>
            <w:proofErr w:type="spellEnd"/>
          </w:p>
        </w:tc>
      </w:tr>
      <w:tr w:rsidR="00F833C5" w:rsidRPr="00B169DF" w14:paraId="6EAF769B" w14:textId="77777777" w:rsidTr="0000778A">
        <w:tc>
          <w:tcPr>
            <w:tcW w:w="9520" w:type="dxa"/>
          </w:tcPr>
          <w:p w14:paraId="3A1264BD" w14:textId="0B152564" w:rsidR="00F833C5" w:rsidRPr="00B169DF" w:rsidRDefault="00DF4ABF" w:rsidP="00F833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Szpital jako system społeczny i instytucja medyczna- modele opieki</w:t>
            </w:r>
          </w:p>
        </w:tc>
      </w:tr>
      <w:tr w:rsidR="00EE688F" w:rsidRPr="00B169DF" w14:paraId="1354306B" w14:textId="77777777" w:rsidTr="0000778A">
        <w:tc>
          <w:tcPr>
            <w:tcW w:w="9520" w:type="dxa"/>
          </w:tcPr>
          <w:p w14:paraId="0CC8EDB7" w14:textId="3BBFF825" w:rsidR="00EE688F" w:rsidRPr="00B169DF" w:rsidRDefault="00EE688F" w:rsidP="00EE68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C79">
              <w:rPr>
                <w:rFonts w:ascii="Corbel" w:hAnsi="Corbel"/>
                <w:sz w:val="24"/>
                <w:szCs w:val="24"/>
              </w:rPr>
              <w:t>Rola rodziny w kontekście zdrowia i choroby</w:t>
            </w:r>
            <w:r w:rsidR="003B0DB6">
              <w:rPr>
                <w:rFonts w:ascii="Corbel" w:hAnsi="Corbel"/>
                <w:sz w:val="24"/>
                <w:szCs w:val="24"/>
              </w:rPr>
              <w:t>. Styl życia a zdrowie</w:t>
            </w:r>
          </w:p>
        </w:tc>
      </w:tr>
      <w:tr w:rsidR="00EE688F" w:rsidRPr="00B169DF" w14:paraId="05F912B9" w14:textId="77777777" w:rsidTr="0000778A">
        <w:tc>
          <w:tcPr>
            <w:tcW w:w="9520" w:type="dxa"/>
          </w:tcPr>
          <w:p w14:paraId="661670FA" w14:textId="18BC1225" w:rsidR="00EE688F" w:rsidRPr="009B6EDB" w:rsidRDefault="008300E9" w:rsidP="00EE688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Postawy społeczne wobec osób chorych i niepełnosprawnych</w:t>
            </w:r>
            <w:r w:rsidR="006A69B8">
              <w:rPr>
                <w:rFonts w:ascii="Corbel" w:hAnsi="Corbel"/>
                <w:sz w:val="24"/>
                <w:szCs w:val="24"/>
              </w:rPr>
              <w:t>. Choroba jako dewiacja społeczna.</w:t>
            </w:r>
          </w:p>
        </w:tc>
      </w:tr>
      <w:tr w:rsidR="008300E9" w:rsidRPr="00B169DF" w14:paraId="25208F68" w14:textId="77777777" w:rsidTr="0000778A">
        <w:tc>
          <w:tcPr>
            <w:tcW w:w="9520" w:type="dxa"/>
          </w:tcPr>
          <w:p w14:paraId="200CC64F" w14:textId="42DCE486" w:rsidR="008300E9" w:rsidRPr="007C5928" w:rsidRDefault="007C5928" w:rsidP="008300E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8300E9" w:rsidRPr="007C5928">
              <w:rPr>
                <w:rFonts w:ascii="Corbel" w:hAnsi="Corbel"/>
                <w:sz w:val="24"/>
                <w:szCs w:val="24"/>
              </w:rPr>
              <w:t>ocjologiczne aspekty starości i umierania.</w:t>
            </w:r>
          </w:p>
        </w:tc>
      </w:tr>
      <w:tr w:rsidR="008300E9" w:rsidRPr="00B169DF" w14:paraId="2F998741" w14:textId="77777777" w:rsidTr="0000778A">
        <w:tc>
          <w:tcPr>
            <w:tcW w:w="9520" w:type="dxa"/>
          </w:tcPr>
          <w:p w14:paraId="5D8AC44C" w14:textId="7FC430A0" w:rsidR="008300E9" w:rsidRDefault="008300E9" w:rsidP="008300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patologie społeczne i ich wpływ na zdrowie jednostki i rodziny.</w:t>
            </w:r>
          </w:p>
        </w:tc>
      </w:tr>
    </w:tbl>
    <w:p w14:paraId="54D0E20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7C41DE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8012A26" w14:textId="77777777" w:rsidR="00590154" w:rsidRDefault="0059015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F7D03D" w14:textId="2F2EF887" w:rsidR="0085747A" w:rsidRPr="00B169DF" w:rsidRDefault="004972E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972E0">
        <w:rPr>
          <w:rFonts w:ascii="Corbel" w:hAnsi="Corbel"/>
          <w:b w:val="0"/>
          <w:smallCaps w:val="0"/>
          <w:szCs w:val="24"/>
        </w:rPr>
        <w:t>Mini-wykłady wprowadzające tematykę, praca z tekstem, praca w małych grupach, zadania indywidualne, zadania grupowe, metody warsztatowe</w:t>
      </w:r>
    </w:p>
    <w:p w14:paraId="710B8C3E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778B45" w14:textId="77777777" w:rsidR="00590154" w:rsidRDefault="00590154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63101A83" w14:textId="1FBAC07F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7BD5F452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0ADABC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6D763C5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2"/>
        <w:gridCol w:w="5265"/>
        <w:gridCol w:w="2343"/>
      </w:tblGrid>
      <w:tr w:rsidR="0085747A" w:rsidRPr="00B169DF" w14:paraId="7547BAFE" w14:textId="77777777" w:rsidTr="003D0D18">
        <w:tc>
          <w:tcPr>
            <w:tcW w:w="1912" w:type="dxa"/>
            <w:vAlign w:val="center"/>
          </w:tcPr>
          <w:p w14:paraId="6BF5612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65" w:type="dxa"/>
            <w:vAlign w:val="center"/>
          </w:tcPr>
          <w:p w14:paraId="3F9CA162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6E7F774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343" w:type="dxa"/>
            <w:vAlign w:val="center"/>
          </w:tcPr>
          <w:p w14:paraId="3C0D089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0F4E9D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D0D18" w:rsidRPr="00B169DF" w14:paraId="61496AC2" w14:textId="77777777" w:rsidTr="003D0D18">
        <w:tc>
          <w:tcPr>
            <w:tcW w:w="1912" w:type="dxa"/>
          </w:tcPr>
          <w:p w14:paraId="5BDD99EF" w14:textId="0198ABA9" w:rsidR="003D0D18" w:rsidRPr="00B169DF" w:rsidRDefault="003D0D1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  <w:r w:rsidR="00A53850">
              <w:rPr>
                <w:rFonts w:ascii="Corbel" w:hAnsi="Corbel"/>
                <w:b w:val="0"/>
                <w:szCs w:val="24"/>
              </w:rPr>
              <w:t>,02, 03</w:t>
            </w:r>
          </w:p>
        </w:tc>
        <w:tc>
          <w:tcPr>
            <w:tcW w:w="5265" w:type="dxa"/>
            <w:vMerge w:val="restart"/>
            <w:shd w:val="clear" w:color="auto" w:fill="auto"/>
            <w:vAlign w:val="center"/>
          </w:tcPr>
          <w:p w14:paraId="5F6742CF" w14:textId="42B3D6E6" w:rsidR="003D0D18" w:rsidRPr="003D0D18" w:rsidRDefault="003D0D18" w:rsidP="003D0D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D0D18">
              <w:rPr>
                <w:rFonts w:ascii="Corbel" w:hAnsi="Corbel"/>
                <w:b w:val="0"/>
                <w:szCs w:val="24"/>
              </w:rPr>
              <w:t>OBSERWACJA W TRAKCIE ZAJĘĆ, ZADANIA INDYWIDUALNE, PROJEKT W MAŁYCH GRUPACH</w:t>
            </w:r>
          </w:p>
        </w:tc>
        <w:tc>
          <w:tcPr>
            <w:tcW w:w="2343" w:type="dxa"/>
            <w:vMerge w:val="restart"/>
            <w:shd w:val="clear" w:color="auto" w:fill="auto"/>
            <w:vAlign w:val="center"/>
          </w:tcPr>
          <w:p w14:paraId="177AE900" w14:textId="26CB1E6D" w:rsidR="003D0D18" w:rsidRPr="00B169DF" w:rsidRDefault="003D0D18" w:rsidP="003D0D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D0D18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3D0D18" w:rsidRPr="00B169DF" w14:paraId="1D5BE656" w14:textId="77777777" w:rsidTr="003D0D18">
        <w:tc>
          <w:tcPr>
            <w:tcW w:w="1912" w:type="dxa"/>
          </w:tcPr>
          <w:p w14:paraId="5891726F" w14:textId="35236389" w:rsidR="003D0D18" w:rsidRPr="00B169DF" w:rsidRDefault="003D0D1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 w:rsidR="00A53850">
              <w:rPr>
                <w:rFonts w:ascii="Corbel" w:hAnsi="Corbel"/>
                <w:b w:val="0"/>
                <w:szCs w:val="24"/>
              </w:rPr>
              <w:t>4, 05, 06</w:t>
            </w:r>
          </w:p>
        </w:tc>
        <w:tc>
          <w:tcPr>
            <w:tcW w:w="5265" w:type="dxa"/>
            <w:vMerge/>
            <w:shd w:val="clear" w:color="auto" w:fill="auto"/>
          </w:tcPr>
          <w:p w14:paraId="5EE003FC" w14:textId="77777777" w:rsidR="003D0D18" w:rsidRPr="00B169DF" w:rsidRDefault="003D0D1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343" w:type="dxa"/>
            <w:vMerge/>
            <w:shd w:val="clear" w:color="auto" w:fill="auto"/>
          </w:tcPr>
          <w:p w14:paraId="5305B775" w14:textId="77777777" w:rsidR="003D0D18" w:rsidRPr="00B169DF" w:rsidRDefault="003D0D1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3D0D18" w:rsidRPr="00B169DF" w14:paraId="1B1C5582" w14:textId="77777777" w:rsidTr="003D0D18">
        <w:tc>
          <w:tcPr>
            <w:tcW w:w="1912" w:type="dxa"/>
          </w:tcPr>
          <w:p w14:paraId="428AD5DD" w14:textId="5886D958" w:rsidR="003D0D18" w:rsidRPr="00B169DF" w:rsidRDefault="003D0D1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 w:rsidR="00A53850">
              <w:rPr>
                <w:rFonts w:ascii="Corbel" w:hAnsi="Corbel"/>
                <w:b w:val="0"/>
                <w:szCs w:val="24"/>
              </w:rPr>
              <w:t>7, 08</w:t>
            </w:r>
          </w:p>
        </w:tc>
        <w:tc>
          <w:tcPr>
            <w:tcW w:w="5265" w:type="dxa"/>
            <w:vMerge/>
            <w:shd w:val="clear" w:color="auto" w:fill="auto"/>
          </w:tcPr>
          <w:p w14:paraId="633B651C" w14:textId="77777777" w:rsidR="003D0D18" w:rsidRPr="00B169DF" w:rsidRDefault="003D0D1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343" w:type="dxa"/>
            <w:vMerge/>
            <w:shd w:val="clear" w:color="auto" w:fill="auto"/>
          </w:tcPr>
          <w:p w14:paraId="78A2DD9A" w14:textId="77777777" w:rsidR="003D0D18" w:rsidRPr="00B169DF" w:rsidRDefault="003D0D1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3D0D18" w:rsidRPr="00B169DF" w14:paraId="0FD86586" w14:textId="77777777" w:rsidTr="003D0D18">
        <w:tc>
          <w:tcPr>
            <w:tcW w:w="1912" w:type="dxa"/>
          </w:tcPr>
          <w:p w14:paraId="52ED2549" w14:textId="61714A44" w:rsidR="003D0D18" w:rsidRPr="003D0D18" w:rsidRDefault="003D0D18" w:rsidP="009C54AE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 w:rsidR="00A53850">
              <w:rPr>
                <w:rFonts w:ascii="Corbel" w:hAnsi="Corbel"/>
                <w:b w:val="0"/>
                <w:szCs w:val="24"/>
              </w:rPr>
              <w:t>9, 10</w:t>
            </w:r>
          </w:p>
        </w:tc>
        <w:tc>
          <w:tcPr>
            <w:tcW w:w="5265" w:type="dxa"/>
            <w:vMerge/>
            <w:shd w:val="clear" w:color="auto" w:fill="auto"/>
          </w:tcPr>
          <w:p w14:paraId="6EBC4818" w14:textId="77777777" w:rsidR="003D0D18" w:rsidRPr="00B169DF" w:rsidRDefault="003D0D1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343" w:type="dxa"/>
            <w:vMerge/>
            <w:shd w:val="clear" w:color="auto" w:fill="auto"/>
          </w:tcPr>
          <w:p w14:paraId="4826B41C" w14:textId="77777777" w:rsidR="003D0D18" w:rsidRPr="00B169DF" w:rsidRDefault="003D0D1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69A03B1F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08F1D9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4932E6A7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F208C66" w14:textId="77777777" w:rsidTr="00923D7D">
        <w:tc>
          <w:tcPr>
            <w:tcW w:w="9670" w:type="dxa"/>
          </w:tcPr>
          <w:p w14:paraId="7E15385F" w14:textId="1479253F" w:rsidR="0085747A" w:rsidRPr="00B169DF" w:rsidRDefault="004972E0" w:rsidP="003B0D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72E0">
              <w:rPr>
                <w:rFonts w:ascii="Corbel" w:hAnsi="Corbel"/>
                <w:b w:val="0"/>
                <w:smallCaps w:val="0"/>
                <w:szCs w:val="24"/>
              </w:rPr>
              <w:t>Przygotowanie i aktywność na zajęciach</w:t>
            </w:r>
            <w:r w:rsidR="003B0DB6">
              <w:rPr>
                <w:rFonts w:ascii="Corbel" w:hAnsi="Corbel"/>
                <w:b w:val="0"/>
                <w:smallCaps w:val="0"/>
                <w:szCs w:val="24"/>
              </w:rPr>
              <w:t xml:space="preserve"> ,przygotowanie pisemnej pracy (prezentacja)</w:t>
            </w:r>
          </w:p>
        </w:tc>
      </w:tr>
    </w:tbl>
    <w:p w14:paraId="6EB6F08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3581B1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EBD54D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4CC8F745" w14:textId="77777777" w:rsidTr="003E1941">
        <w:tc>
          <w:tcPr>
            <w:tcW w:w="4962" w:type="dxa"/>
            <w:vAlign w:val="center"/>
          </w:tcPr>
          <w:p w14:paraId="506BB6F5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F56B77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47B2B47A" w14:textId="77777777" w:rsidTr="004972E0">
        <w:tc>
          <w:tcPr>
            <w:tcW w:w="4962" w:type="dxa"/>
          </w:tcPr>
          <w:p w14:paraId="54C2DDE5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52C76D23" w14:textId="4BC431E3" w:rsidR="0085747A" w:rsidRPr="00B169DF" w:rsidRDefault="00882AD3" w:rsidP="004972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59E83504" w14:textId="77777777" w:rsidTr="004972E0">
        <w:tc>
          <w:tcPr>
            <w:tcW w:w="4962" w:type="dxa"/>
          </w:tcPr>
          <w:p w14:paraId="2DC2813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9E3ED1B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580BDB48" w14:textId="4DE7B9F7" w:rsidR="00C61DC5" w:rsidRPr="00B169DF" w:rsidRDefault="004972E0" w:rsidP="004972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6DC140D8" w14:textId="77777777" w:rsidTr="004972E0">
        <w:tc>
          <w:tcPr>
            <w:tcW w:w="4962" w:type="dxa"/>
          </w:tcPr>
          <w:p w14:paraId="3C46CED1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379052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54C6E80E" w14:textId="4E520460" w:rsidR="00C61DC5" w:rsidRPr="00B169DF" w:rsidRDefault="00FF56DB" w:rsidP="004972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C5018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B169DF" w14:paraId="22E32A1F" w14:textId="77777777" w:rsidTr="004972E0">
        <w:tc>
          <w:tcPr>
            <w:tcW w:w="4962" w:type="dxa"/>
          </w:tcPr>
          <w:p w14:paraId="29E17D8E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4A9A7765" w14:textId="05DB3354" w:rsidR="0085747A" w:rsidRPr="00B169DF" w:rsidRDefault="00FF56DB" w:rsidP="004972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882AD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B169DF" w14:paraId="5EBB7D1C" w14:textId="77777777" w:rsidTr="004972E0">
        <w:tc>
          <w:tcPr>
            <w:tcW w:w="4962" w:type="dxa"/>
          </w:tcPr>
          <w:p w14:paraId="7FD3A539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5768439" w14:textId="3530079D" w:rsidR="0085747A" w:rsidRPr="00B169DF" w:rsidRDefault="00FF56DB" w:rsidP="004972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9BB857E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9FD2950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26A32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754EC94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29AE764" w14:textId="77777777" w:rsidTr="00590154">
        <w:trPr>
          <w:trHeight w:val="397"/>
        </w:trPr>
        <w:tc>
          <w:tcPr>
            <w:tcW w:w="3544" w:type="dxa"/>
          </w:tcPr>
          <w:p w14:paraId="6A8C205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CC0FC47" w14:textId="305AE347" w:rsidR="0085747A" w:rsidRPr="00B169DF" w:rsidRDefault="000D30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69DF" w14:paraId="1805CF1A" w14:textId="77777777" w:rsidTr="00590154">
        <w:trPr>
          <w:trHeight w:val="397"/>
        </w:trPr>
        <w:tc>
          <w:tcPr>
            <w:tcW w:w="3544" w:type="dxa"/>
          </w:tcPr>
          <w:p w14:paraId="7BABB89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5D6AF0A" w14:textId="29CDDF47" w:rsidR="0085747A" w:rsidRPr="00B169DF" w:rsidRDefault="000D30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1E6E253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8567BE" w14:textId="77777777" w:rsidR="0085747A" w:rsidRPr="00B169DF" w:rsidRDefault="00675843" w:rsidP="0019046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75E9927A" w14:textId="77777777" w:rsidR="00675843" w:rsidRPr="00B169DF" w:rsidRDefault="00675843" w:rsidP="0019046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0B285551" w14:textId="77777777" w:rsidTr="00590154">
        <w:trPr>
          <w:trHeight w:val="397"/>
        </w:trPr>
        <w:tc>
          <w:tcPr>
            <w:tcW w:w="7513" w:type="dxa"/>
          </w:tcPr>
          <w:p w14:paraId="1263C8A0" w14:textId="77777777" w:rsidR="0085747A" w:rsidRDefault="0085747A" w:rsidP="0000778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90469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7A27F8D2" w14:textId="77777777" w:rsidR="00AC4358" w:rsidRDefault="00AC4358" w:rsidP="004E2ED3">
            <w:pPr>
              <w:pStyle w:val="Punktygwne"/>
              <w:spacing w:before="0" w:after="0" w:line="360" w:lineRule="auto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6231F5A1" w14:textId="66C6F814" w:rsidR="004E2ED3" w:rsidRDefault="004E2ED3" w:rsidP="00AC4358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F7E45">
              <w:rPr>
                <w:rFonts w:ascii="Corbel" w:hAnsi="Corbel" w:cstheme="minorHAnsi"/>
                <w:b w:val="0"/>
                <w:smallCaps w:val="0"/>
                <w:szCs w:val="24"/>
              </w:rPr>
              <w:t>Kawczyńska-Butrym Z., Rodzina-zdrowie-choroba</w:t>
            </w:r>
            <w:r w:rsidR="00DF7E4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. </w:t>
            </w:r>
            <w:r w:rsidRPr="00DF7E4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Koncepcje i praktyka pielęgniarstwa rodzinnego, Wydawnictwo </w:t>
            </w:r>
            <w:proofErr w:type="spellStart"/>
            <w:r w:rsidRPr="00DF7E45">
              <w:rPr>
                <w:rFonts w:ascii="Corbel" w:hAnsi="Corbel" w:cstheme="minorHAnsi"/>
                <w:b w:val="0"/>
                <w:smallCaps w:val="0"/>
                <w:szCs w:val="24"/>
              </w:rPr>
              <w:t>Czelej</w:t>
            </w:r>
            <w:proofErr w:type="spellEnd"/>
            <w:r w:rsidRPr="00DF7E45">
              <w:rPr>
                <w:rFonts w:ascii="Corbel" w:hAnsi="Corbel" w:cstheme="minorHAnsi"/>
                <w:b w:val="0"/>
                <w:smallCaps w:val="0"/>
                <w:szCs w:val="24"/>
              </w:rPr>
              <w:t>, Lublin 2001.</w:t>
            </w:r>
          </w:p>
          <w:p w14:paraId="20DAFE7D" w14:textId="6FBF09C6" w:rsidR="004A7F06" w:rsidRDefault="004A7F06" w:rsidP="00AC4358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Ostrowska A.(red.), Socjologia medycyny, PAN, Warszawa 2009.</w:t>
            </w:r>
          </w:p>
          <w:p w14:paraId="11293E9C" w14:textId="4D39BE60" w:rsidR="006D1EA2" w:rsidRPr="00DF7E45" w:rsidRDefault="006D1EA2" w:rsidP="00AC4358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Sokołowska M., Socjologia medycyny,</w:t>
            </w:r>
            <w:r w:rsidR="004A7F0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PZWL, 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Warszawa</w:t>
            </w:r>
            <w:r w:rsidR="004A7F06">
              <w:rPr>
                <w:rFonts w:ascii="Corbel" w:hAnsi="Corbel" w:cstheme="minorHAnsi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1986</w:t>
            </w:r>
          </w:p>
          <w:p w14:paraId="1CA543D7" w14:textId="4B2107EC" w:rsidR="00190469" w:rsidRPr="00AC4358" w:rsidRDefault="00333B19" w:rsidP="00AC43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7E45">
              <w:rPr>
                <w:rFonts w:ascii="Corbel" w:hAnsi="Corbel"/>
                <w:sz w:val="24"/>
                <w:szCs w:val="24"/>
              </w:rPr>
              <w:lastRenderedPageBreak/>
              <w:t xml:space="preserve">Tobiasz-Adamczyk B., Wybrane element socjologii zdrowia </w:t>
            </w:r>
            <w:r w:rsidR="0044344C">
              <w:rPr>
                <w:rFonts w:ascii="Corbel" w:hAnsi="Corbel"/>
                <w:sz w:val="24"/>
                <w:szCs w:val="24"/>
              </w:rPr>
              <w:t>i</w:t>
            </w:r>
            <w:r w:rsidRPr="00DF7E45">
              <w:rPr>
                <w:rFonts w:ascii="Corbel" w:hAnsi="Corbel"/>
                <w:sz w:val="24"/>
                <w:szCs w:val="24"/>
              </w:rPr>
              <w:t xml:space="preserve"> choroby, Wydawnictwo UJ, Kraków 2000</w:t>
            </w:r>
          </w:p>
        </w:tc>
      </w:tr>
      <w:tr w:rsidR="0085747A" w:rsidRPr="00B169DF" w14:paraId="18873D88" w14:textId="77777777" w:rsidTr="00590154">
        <w:trPr>
          <w:trHeight w:val="397"/>
        </w:trPr>
        <w:tc>
          <w:tcPr>
            <w:tcW w:w="7513" w:type="dxa"/>
          </w:tcPr>
          <w:p w14:paraId="7B95C709" w14:textId="77777777" w:rsidR="0085747A" w:rsidRDefault="0085747A" w:rsidP="0000778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90469">
              <w:rPr>
                <w:rFonts w:ascii="Corbel" w:hAnsi="Corbel"/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E921F49" w14:textId="77777777" w:rsidR="00AC4358" w:rsidRDefault="00AC4358" w:rsidP="000077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B4F1E21" w14:textId="693870AE" w:rsidR="006368D2" w:rsidRPr="006C09EA" w:rsidRDefault="006368D2" w:rsidP="000077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09EA">
              <w:rPr>
                <w:rFonts w:ascii="Corbel" w:hAnsi="Corbel"/>
                <w:b w:val="0"/>
                <w:smallCaps w:val="0"/>
                <w:szCs w:val="24"/>
              </w:rPr>
              <w:t xml:space="preserve">Nowakowski M., </w:t>
            </w:r>
            <w:proofErr w:type="spellStart"/>
            <w:r w:rsidRPr="006C09EA">
              <w:rPr>
                <w:rFonts w:ascii="Corbel" w:hAnsi="Corbel"/>
                <w:b w:val="0"/>
                <w:smallCaps w:val="0"/>
                <w:szCs w:val="24"/>
              </w:rPr>
              <w:t>Medykalizacja</w:t>
            </w:r>
            <w:proofErr w:type="spellEnd"/>
            <w:r w:rsidRPr="006C09EA">
              <w:rPr>
                <w:rFonts w:ascii="Corbel" w:hAnsi="Corbel"/>
                <w:b w:val="0"/>
                <w:smallCaps w:val="0"/>
                <w:szCs w:val="24"/>
              </w:rPr>
              <w:t xml:space="preserve"> i demedykalizacja</w:t>
            </w:r>
            <w:r w:rsidR="006C09EA" w:rsidRPr="006C09EA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AC435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C09EA">
              <w:rPr>
                <w:rFonts w:ascii="Corbel" w:hAnsi="Corbel"/>
                <w:b w:val="0"/>
                <w:smallCaps w:val="0"/>
                <w:szCs w:val="24"/>
              </w:rPr>
              <w:t>Zdrowie i choroba w czasach</w:t>
            </w:r>
            <w:r w:rsidR="006C09EA" w:rsidRPr="006C09EA">
              <w:rPr>
                <w:rFonts w:ascii="Corbel" w:hAnsi="Corbel"/>
                <w:b w:val="0"/>
                <w:smallCaps w:val="0"/>
                <w:szCs w:val="24"/>
              </w:rPr>
              <w:t xml:space="preserve"> kapitalizmu </w:t>
            </w:r>
            <w:r w:rsidR="00CA2999" w:rsidRPr="006C09EA">
              <w:rPr>
                <w:rFonts w:ascii="Corbel" w:hAnsi="Corbel"/>
                <w:b w:val="0"/>
                <w:smallCaps w:val="0"/>
                <w:szCs w:val="24"/>
              </w:rPr>
              <w:t>zdezorganizowanego</w:t>
            </w:r>
            <w:r w:rsidR="006C09EA" w:rsidRPr="006C09EA">
              <w:rPr>
                <w:rFonts w:ascii="Corbel" w:hAnsi="Corbel"/>
                <w:b w:val="0"/>
                <w:smallCaps w:val="0"/>
                <w:szCs w:val="24"/>
              </w:rPr>
              <w:t>, Lublin 2015</w:t>
            </w:r>
            <w:r w:rsidRPr="006C09E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BFCD4E6" w14:textId="313EFA3D" w:rsidR="003778C2" w:rsidRPr="006D1EA2" w:rsidRDefault="00C9147E" w:rsidP="000077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1EA2">
              <w:rPr>
                <w:rFonts w:ascii="Corbel" w:hAnsi="Corbel"/>
                <w:b w:val="0"/>
                <w:smallCaps w:val="0"/>
                <w:szCs w:val="24"/>
              </w:rPr>
              <w:t>Ostrowska A.(red.),Socjologia medycyny.</w:t>
            </w:r>
            <w:r w:rsidR="006D1EA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D1EA2">
              <w:rPr>
                <w:rFonts w:ascii="Corbel" w:hAnsi="Corbel"/>
                <w:b w:val="0"/>
                <w:smallCaps w:val="0"/>
                <w:szCs w:val="24"/>
              </w:rPr>
              <w:t>Podejmowane problemy,</w:t>
            </w:r>
            <w:r w:rsidR="00AC435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D1EA2">
              <w:rPr>
                <w:rFonts w:ascii="Corbel" w:hAnsi="Corbel"/>
                <w:b w:val="0"/>
                <w:smallCaps w:val="0"/>
                <w:szCs w:val="24"/>
              </w:rPr>
              <w:t>kategorie, analizy, Warszawa 2009.</w:t>
            </w:r>
          </w:p>
          <w:p w14:paraId="30666B15" w14:textId="23622C2E" w:rsidR="0000778A" w:rsidRDefault="00F06446" w:rsidP="000077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Piątkowski W.</w:t>
            </w:r>
            <w:r w:rsidR="00A547BE">
              <w:rPr>
                <w:rFonts w:ascii="Corbel" w:hAnsi="Corbel"/>
                <w:b w:val="0"/>
                <w:smallCaps w:val="0"/>
                <w:szCs w:val="24"/>
              </w:rPr>
              <w:t>, Titkow A.,W stronę socjologii zdrowia, Wydawnictwo UMCS, Lublin 2002.</w:t>
            </w:r>
          </w:p>
          <w:p w14:paraId="255DBF79" w14:textId="5812B70C" w:rsidR="00B31327" w:rsidRPr="00AC4358" w:rsidRDefault="0090306A" w:rsidP="00AC43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306A">
              <w:rPr>
                <w:rStyle w:val="wrtext"/>
                <w:rFonts w:ascii="Corbel" w:hAnsi="Corbel"/>
                <w:sz w:val="24"/>
                <w:szCs w:val="24"/>
              </w:rPr>
              <w:t>Woźniak Z., Niepełnosprawność i niepełnosprawni w polityce społecznej. Społeczny kontekst medycznego problemu, Warszawa 2008</w:t>
            </w:r>
          </w:p>
        </w:tc>
      </w:tr>
    </w:tbl>
    <w:p w14:paraId="7D2EEF96" w14:textId="77777777" w:rsidR="0085747A" w:rsidRPr="00B169DF" w:rsidRDefault="0085747A" w:rsidP="0019046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AA5B8F" w14:textId="77777777" w:rsidR="0085747A" w:rsidRPr="00B169DF" w:rsidRDefault="0085747A" w:rsidP="0019046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63374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E205E5" w14:textId="77777777" w:rsidR="00AB67A2" w:rsidRDefault="00AB67A2" w:rsidP="00C16ABF">
      <w:pPr>
        <w:spacing w:after="0" w:line="240" w:lineRule="auto"/>
      </w:pPr>
      <w:r>
        <w:separator/>
      </w:r>
    </w:p>
  </w:endnote>
  <w:endnote w:type="continuationSeparator" w:id="0">
    <w:p w14:paraId="3A18C355" w14:textId="77777777" w:rsidR="00AB67A2" w:rsidRDefault="00AB67A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C124EB" w14:textId="77777777" w:rsidR="00AB67A2" w:rsidRDefault="00AB67A2" w:rsidP="00C16ABF">
      <w:pPr>
        <w:spacing w:after="0" w:line="240" w:lineRule="auto"/>
      </w:pPr>
      <w:r>
        <w:separator/>
      </w:r>
    </w:p>
  </w:footnote>
  <w:footnote w:type="continuationSeparator" w:id="0">
    <w:p w14:paraId="7C5455FA" w14:textId="77777777" w:rsidR="00AB67A2" w:rsidRDefault="00AB67A2" w:rsidP="00C16ABF">
      <w:pPr>
        <w:spacing w:after="0" w:line="240" w:lineRule="auto"/>
      </w:pPr>
      <w:r>
        <w:continuationSeparator/>
      </w:r>
    </w:p>
  </w:footnote>
  <w:footnote w:id="1">
    <w:p w14:paraId="14E9439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BC33B27"/>
    <w:multiLevelType w:val="multilevel"/>
    <w:tmpl w:val="0CDE2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24BD"/>
    <w:rsid w:val="000048FD"/>
    <w:rsid w:val="0000778A"/>
    <w:rsid w:val="000077B4"/>
    <w:rsid w:val="0001097D"/>
    <w:rsid w:val="00015B8F"/>
    <w:rsid w:val="00022ECE"/>
    <w:rsid w:val="00042A51"/>
    <w:rsid w:val="00042D2E"/>
    <w:rsid w:val="00044C82"/>
    <w:rsid w:val="00051D36"/>
    <w:rsid w:val="00070ED6"/>
    <w:rsid w:val="000742DC"/>
    <w:rsid w:val="000818F9"/>
    <w:rsid w:val="00084C12"/>
    <w:rsid w:val="0009462C"/>
    <w:rsid w:val="00094839"/>
    <w:rsid w:val="00094B12"/>
    <w:rsid w:val="00096C46"/>
    <w:rsid w:val="000A296F"/>
    <w:rsid w:val="000A2A28"/>
    <w:rsid w:val="000A3CDF"/>
    <w:rsid w:val="000B192D"/>
    <w:rsid w:val="000B28EE"/>
    <w:rsid w:val="000B3E37"/>
    <w:rsid w:val="000B3EB5"/>
    <w:rsid w:val="000D04B0"/>
    <w:rsid w:val="000D306E"/>
    <w:rsid w:val="000D789D"/>
    <w:rsid w:val="000E2A67"/>
    <w:rsid w:val="000F07F4"/>
    <w:rsid w:val="000F1C57"/>
    <w:rsid w:val="000F5615"/>
    <w:rsid w:val="001045A1"/>
    <w:rsid w:val="00124BFF"/>
    <w:rsid w:val="0012560E"/>
    <w:rsid w:val="00127108"/>
    <w:rsid w:val="001331DA"/>
    <w:rsid w:val="00134B13"/>
    <w:rsid w:val="001378B7"/>
    <w:rsid w:val="0014254E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1E5"/>
    <w:rsid w:val="0018530D"/>
    <w:rsid w:val="00190469"/>
    <w:rsid w:val="00192F37"/>
    <w:rsid w:val="001A70D2"/>
    <w:rsid w:val="001B18AB"/>
    <w:rsid w:val="001B1D14"/>
    <w:rsid w:val="001D657B"/>
    <w:rsid w:val="001D7B54"/>
    <w:rsid w:val="001E0209"/>
    <w:rsid w:val="001F2CA2"/>
    <w:rsid w:val="001F2FDB"/>
    <w:rsid w:val="002144C0"/>
    <w:rsid w:val="0022477D"/>
    <w:rsid w:val="002278A9"/>
    <w:rsid w:val="00230734"/>
    <w:rsid w:val="002319A8"/>
    <w:rsid w:val="002336F9"/>
    <w:rsid w:val="0024028F"/>
    <w:rsid w:val="00244ABC"/>
    <w:rsid w:val="00253C57"/>
    <w:rsid w:val="002665C3"/>
    <w:rsid w:val="00281FF2"/>
    <w:rsid w:val="002857DE"/>
    <w:rsid w:val="00291567"/>
    <w:rsid w:val="00291697"/>
    <w:rsid w:val="002A2118"/>
    <w:rsid w:val="002A22BF"/>
    <w:rsid w:val="002A2389"/>
    <w:rsid w:val="002A2FDC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3B19"/>
    <w:rsid w:val="003343CF"/>
    <w:rsid w:val="0033506F"/>
    <w:rsid w:val="00346FE9"/>
    <w:rsid w:val="0034759A"/>
    <w:rsid w:val="003503F6"/>
    <w:rsid w:val="003530DD"/>
    <w:rsid w:val="00355CC1"/>
    <w:rsid w:val="00363F78"/>
    <w:rsid w:val="00366DA6"/>
    <w:rsid w:val="00371F10"/>
    <w:rsid w:val="003778C2"/>
    <w:rsid w:val="00397ABA"/>
    <w:rsid w:val="003A0A5B"/>
    <w:rsid w:val="003A1176"/>
    <w:rsid w:val="003B0DB6"/>
    <w:rsid w:val="003B1A89"/>
    <w:rsid w:val="003C0BAE"/>
    <w:rsid w:val="003D0D18"/>
    <w:rsid w:val="003D18A9"/>
    <w:rsid w:val="003D6CE2"/>
    <w:rsid w:val="003E1941"/>
    <w:rsid w:val="003E2FE6"/>
    <w:rsid w:val="003E49D5"/>
    <w:rsid w:val="003E627E"/>
    <w:rsid w:val="003F0523"/>
    <w:rsid w:val="003F11FF"/>
    <w:rsid w:val="003F205D"/>
    <w:rsid w:val="003F38C0"/>
    <w:rsid w:val="00407272"/>
    <w:rsid w:val="00411D9C"/>
    <w:rsid w:val="00414E3C"/>
    <w:rsid w:val="0042244A"/>
    <w:rsid w:val="0042745A"/>
    <w:rsid w:val="00431D5C"/>
    <w:rsid w:val="004362C6"/>
    <w:rsid w:val="00437DD5"/>
    <w:rsid w:val="00437FA2"/>
    <w:rsid w:val="0044344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93A"/>
    <w:rsid w:val="004968E2"/>
    <w:rsid w:val="004972E0"/>
    <w:rsid w:val="004A3A6A"/>
    <w:rsid w:val="004A3EEA"/>
    <w:rsid w:val="004A4D1F"/>
    <w:rsid w:val="004A7F06"/>
    <w:rsid w:val="004B2793"/>
    <w:rsid w:val="004B3F0E"/>
    <w:rsid w:val="004C5F3B"/>
    <w:rsid w:val="004D0132"/>
    <w:rsid w:val="004D31C0"/>
    <w:rsid w:val="004D5282"/>
    <w:rsid w:val="004E2ED3"/>
    <w:rsid w:val="004F1551"/>
    <w:rsid w:val="004F55A3"/>
    <w:rsid w:val="0050496F"/>
    <w:rsid w:val="00511744"/>
    <w:rsid w:val="005124D0"/>
    <w:rsid w:val="00513B6F"/>
    <w:rsid w:val="00516DF4"/>
    <w:rsid w:val="00517C63"/>
    <w:rsid w:val="00534843"/>
    <w:rsid w:val="005363C4"/>
    <w:rsid w:val="00536BDE"/>
    <w:rsid w:val="00543ACC"/>
    <w:rsid w:val="0054653C"/>
    <w:rsid w:val="005555D5"/>
    <w:rsid w:val="00560468"/>
    <w:rsid w:val="0056696D"/>
    <w:rsid w:val="005770CB"/>
    <w:rsid w:val="00590154"/>
    <w:rsid w:val="0059484D"/>
    <w:rsid w:val="005A0855"/>
    <w:rsid w:val="005A3196"/>
    <w:rsid w:val="005C080F"/>
    <w:rsid w:val="005C55E5"/>
    <w:rsid w:val="005C696A"/>
    <w:rsid w:val="005E6E85"/>
    <w:rsid w:val="005F0CDD"/>
    <w:rsid w:val="005F31D2"/>
    <w:rsid w:val="005F76A3"/>
    <w:rsid w:val="0060081B"/>
    <w:rsid w:val="0061029B"/>
    <w:rsid w:val="00617230"/>
    <w:rsid w:val="00621CE1"/>
    <w:rsid w:val="00627FC9"/>
    <w:rsid w:val="00633740"/>
    <w:rsid w:val="006368D2"/>
    <w:rsid w:val="00641024"/>
    <w:rsid w:val="006477A3"/>
    <w:rsid w:val="00647FA8"/>
    <w:rsid w:val="00650C5F"/>
    <w:rsid w:val="00654934"/>
    <w:rsid w:val="006620D9"/>
    <w:rsid w:val="00671958"/>
    <w:rsid w:val="00675843"/>
    <w:rsid w:val="00695868"/>
    <w:rsid w:val="00696477"/>
    <w:rsid w:val="006A69B8"/>
    <w:rsid w:val="006A77D2"/>
    <w:rsid w:val="006C031A"/>
    <w:rsid w:val="006C09EA"/>
    <w:rsid w:val="006D050F"/>
    <w:rsid w:val="006D1EA2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43B"/>
    <w:rsid w:val="0078168C"/>
    <w:rsid w:val="00787C2A"/>
    <w:rsid w:val="00790E27"/>
    <w:rsid w:val="00793C8C"/>
    <w:rsid w:val="00794483"/>
    <w:rsid w:val="007A4022"/>
    <w:rsid w:val="007A6E6E"/>
    <w:rsid w:val="007B6B80"/>
    <w:rsid w:val="007C31FF"/>
    <w:rsid w:val="007C3299"/>
    <w:rsid w:val="007C3BCC"/>
    <w:rsid w:val="007C4546"/>
    <w:rsid w:val="007C5928"/>
    <w:rsid w:val="007D6E56"/>
    <w:rsid w:val="007F4155"/>
    <w:rsid w:val="0080460F"/>
    <w:rsid w:val="00810DCD"/>
    <w:rsid w:val="0081554D"/>
    <w:rsid w:val="0081707E"/>
    <w:rsid w:val="008300E9"/>
    <w:rsid w:val="00834DE3"/>
    <w:rsid w:val="008449B3"/>
    <w:rsid w:val="008552A2"/>
    <w:rsid w:val="0085747A"/>
    <w:rsid w:val="00882AD3"/>
    <w:rsid w:val="00884922"/>
    <w:rsid w:val="00884979"/>
    <w:rsid w:val="00885F64"/>
    <w:rsid w:val="00890485"/>
    <w:rsid w:val="008917F9"/>
    <w:rsid w:val="008A45F7"/>
    <w:rsid w:val="008A65B1"/>
    <w:rsid w:val="008C0CC0"/>
    <w:rsid w:val="008C19A9"/>
    <w:rsid w:val="008C379D"/>
    <w:rsid w:val="008C37FC"/>
    <w:rsid w:val="008C5147"/>
    <w:rsid w:val="008C5359"/>
    <w:rsid w:val="008C5363"/>
    <w:rsid w:val="008D3DFB"/>
    <w:rsid w:val="008E64F4"/>
    <w:rsid w:val="008F12C9"/>
    <w:rsid w:val="008F6E29"/>
    <w:rsid w:val="0090306A"/>
    <w:rsid w:val="00916188"/>
    <w:rsid w:val="00923D7D"/>
    <w:rsid w:val="009271E0"/>
    <w:rsid w:val="009508DF"/>
    <w:rsid w:val="00950DAC"/>
    <w:rsid w:val="0095185E"/>
    <w:rsid w:val="00954A07"/>
    <w:rsid w:val="00961134"/>
    <w:rsid w:val="00997F14"/>
    <w:rsid w:val="009A78D9"/>
    <w:rsid w:val="009B6EDB"/>
    <w:rsid w:val="009C3E31"/>
    <w:rsid w:val="009C54AE"/>
    <w:rsid w:val="009C788E"/>
    <w:rsid w:val="009D2810"/>
    <w:rsid w:val="009D3F3B"/>
    <w:rsid w:val="009E0543"/>
    <w:rsid w:val="009E1BC6"/>
    <w:rsid w:val="009E3B41"/>
    <w:rsid w:val="009F3C5C"/>
    <w:rsid w:val="009F4610"/>
    <w:rsid w:val="00A00ECC"/>
    <w:rsid w:val="00A03E39"/>
    <w:rsid w:val="00A155EE"/>
    <w:rsid w:val="00A16930"/>
    <w:rsid w:val="00A174B4"/>
    <w:rsid w:val="00A2245B"/>
    <w:rsid w:val="00A30110"/>
    <w:rsid w:val="00A36899"/>
    <w:rsid w:val="00A36F83"/>
    <w:rsid w:val="00A371F6"/>
    <w:rsid w:val="00A43BF6"/>
    <w:rsid w:val="00A51C62"/>
    <w:rsid w:val="00A53850"/>
    <w:rsid w:val="00A53FA5"/>
    <w:rsid w:val="00A547BE"/>
    <w:rsid w:val="00A54817"/>
    <w:rsid w:val="00A601C8"/>
    <w:rsid w:val="00A60799"/>
    <w:rsid w:val="00A80A69"/>
    <w:rsid w:val="00A84C85"/>
    <w:rsid w:val="00A85712"/>
    <w:rsid w:val="00A97DE1"/>
    <w:rsid w:val="00AB053C"/>
    <w:rsid w:val="00AB67A2"/>
    <w:rsid w:val="00AB795B"/>
    <w:rsid w:val="00AC4358"/>
    <w:rsid w:val="00AD1146"/>
    <w:rsid w:val="00AD27D3"/>
    <w:rsid w:val="00AD66D6"/>
    <w:rsid w:val="00AE1160"/>
    <w:rsid w:val="00AE203C"/>
    <w:rsid w:val="00AE2E74"/>
    <w:rsid w:val="00AE57A3"/>
    <w:rsid w:val="00AE5F62"/>
    <w:rsid w:val="00AE5FCB"/>
    <w:rsid w:val="00AF2C1E"/>
    <w:rsid w:val="00AF4AA6"/>
    <w:rsid w:val="00B06142"/>
    <w:rsid w:val="00B1357A"/>
    <w:rsid w:val="00B135B1"/>
    <w:rsid w:val="00B1435F"/>
    <w:rsid w:val="00B14901"/>
    <w:rsid w:val="00B169DF"/>
    <w:rsid w:val="00B22543"/>
    <w:rsid w:val="00B309C1"/>
    <w:rsid w:val="00B3130B"/>
    <w:rsid w:val="00B31327"/>
    <w:rsid w:val="00B40391"/>
    <w:rsid w:val="00B40ADB"/>
    <w:rsid w:val="00B43B77"/>
    <w:rsid w:val="00B43E80"/>
    <w:rsid w:val="00B47E98"/>
    <w:rsid w:val="00B52956"/>
    <w:rsid w:val="00B607DB"/>
    <w:rsid w:val="00B6211F"/>
    <w:rsid w:val="00B6238C"/>
    <w:rsid w:val="00B66529"/>
    <w:rsid w:val="00B70369"/>
    <w:rsid w:val="00B75946"/>
    <w:rsid w:val="00B8056E"/>
    <w:rsid w:val="00B819C8"/>
    <w:rsid w:val="00B82308"/>
    <w:rsid w:val="00B90885"/>
    <w:rsid w:val="00B91CBA"/>
    <w:rsid w:val="00B95896"/>
    <w:rsid w:val="00BB520A"/>
    <w:rsid w:val="00BD31F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860"/>
    <w:rsid w:val="00C50189"/>
    <w:rsid w:val="00C56036"/>
    <w:rsid w:val="00C61DC5"/>
    <w:rsid w:val="00C67E92"/>
    <w:rsid w:val="00C70A26"/>
    <w:rsid w:val="00C766DF"/>
    <w:rsid w:val="00C82BE0"/>
    <w:rsid w:val="00C9147E"/>
    <w:rsid w:val="00C94B98"/>
    <w:rsid w:val="00CA2999"/>
    <w:rsid w:val="00CA2B96"/>
    <w:rsid w:val="00CA5089"/>
    <w:rsid w:val="00CD6897"/>
    <w:rsid w:val="00CE5BAC"/>
    <w:rsid w:val="00CF25BE"/>
    <w:rsid w:val="00CF78ED"/>
    <w:rsid w:val="00D02B25"/>
    <w:rsid w:val="00D02EBA"/>
    <w:rsid w:val="00D1777C"/>
    <w:rsid w:val="00D17C3C"/>
    <w:rsid w:val="00D216E6"/>
    <w:rsid w:val="00D22B2D"/>
    <w:rsid w:val="00D26B2C"/>
    <w:rsid w:val="00D3397B"/>
    <w:rsid w:val="00D352C9"/>
    <w:rsid w:val="00D425B2"/>
    <w:rsid w:val="00D428D6"/>
    <w:rsid w:val="00D46397"/>
    <w:rsid w:val="00D5350B"/>
    <w:rsid w:val="00D53637"/>
    <w:rsid w:val="00D53A04"/>
    <w:rsid w:val="00D552B2"/>
    <w:rsid w:val="00D608D1"/>
    <w:rsid w:val="00D63193"/>
    <w:rsid w:val="00D74119"/>
    <w:rsid w:val="00D8075B"/>
    <w:rsid w:val="00D8678B"/>
    <w:rsid w:val="00DA2114"/>
    <w:rsid w:val="00DC273F"/>
    <w:rsid w:val="00DE09C0"/>
    <w:rsid w:val="00DE2389"/>
    <w:rsid w:val="00DE4A14"/>
    <w:rsid w:val="00DF320D"/>
    <w:rsid w:val="00DF4ABF"/>
    <w:rsid w:val="00DF71C8"/>
    <w:rsid w:val="00DF7E45"/>
    <w:rsid w:val="00E129B8"/>
    <w:rsid w:val="00E21E7D"/>
    <w:rsid w:val="00E22FBC"/>
    <w:rsid w:val="00E24BF5"/>
    <w:rsid w:val="00E25338"/>
    <w:rsid w:val="00E31B72"/>
    <w:rsid w:val="00E4484A"/>
    <w:rsid w:val="00E51E44"/>
    <w:rsid w:val="00E63348"/>
    <w:rsid w:val="00E742AA"/>
    <w:rsid w:val="00E77E88"/>
    <w:rsid w:val="00E8107D"/>
    <w:rsid w:val="00E94C72"/>
    <w:rsid w:val="00E960BB"/>
    <w:rsid w:val="00EA2074"/>
    <w:rsid w:val="00EA4832"/>
    <w:rsid w:val="00EA4E9D"/>
    <w:rsid w:val="00EB7C43"/>
    <w:rsid w:val="00EC4899"/>
    <w:rsid w:val="00ED03AB"/>
    <w:rsid w:val="00ED32D2"/>
    <w:rsid w:val="00EE32DE"/>
    <w:rsid w:val="00EE5457"/>
    <w:rsid w:val="00EE688F"/>
    <w:rsid w:val="00F05C81"/>
    <w:rsid w:val="00F06446"/>
    <w:rsid w:val="00F070AB"/>
    <w:rsid w:val="00F17567"/>
    <w:rsid w:val="00F223AA"/>
    <w:rsid w:val="00F27A7B"/>
    <w:rsid w:val="00F305ED"/>
    <w:rsid w:val="00F47742"/>
    <w:rsid w:val="00F526AF"/>
    <w:rsid w:val="00F617C3"/>
    <w:rsid w:val="00F61A26"/>
    <w:rsid w:val="00F7066B"/>
    <w:rsid w:val="00F833C5"/>
    <w:rsid w:val="00F83B28"/>
    <w:rsid w:val="00F974DA"/>
    <w:rsid w:val="00FA46E5"/>
    <w:rsid w:val="00FA6C79"/>
    <w:rsid w:val="00FB2CF5"/>
    <w:rsid w:val="00FB7DBA"/>
    <w:rsid w:val="00FC1C25"/>
    <w:rsid w:val="00FC3F45"/>
    <w:rsid w:val="00FD503F"/>
    <w:rsid w:val="00FD7589"/>
    <w:rsid w:val="00FE72E3"/>
    <w:rsid w:val="00FF016A"/>
    <w:rsid w:val="00FF1401"/>
    <w:rsid w:val="00FF56D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D6B388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D22B2D"/>
    <w:rPr>
      <w:b/>
      <w:bCs/>
    </w:rPr>
  </w:style>
  <w:style w:type="character" w:customStyle="1" w:styleId="wrtext">
    <w:name w:val="wrtext"/>
    <w:rsid w:val="0090306A"/>
  </w:style>
  <w:style w:type="paragraph" w:customStyle="1" w:styleId="TableParagraph">
    <w:name w:val="Table Paragraph"/>
    <w:basedOn w:val="Normalny"/>
    <w:uiPriority w:val="1"/>
    <w:qFormat/>
    <w:rsid w:val="00291697"/>
    <w:pPr>
      <w:widowControl w:val="0"/>
      <w:autoSpaceDE w:val="0"/>
      <w:autoSpaceDN w:val="0"/>
      <w:spacing w:after="0" w:line="240" w:lineRule="auto"/>
    </w:pPr>
    <w:rPr>
      <w:rFonts w:ascii="Corbel" w:eastAsia="Corbel" w:hAnsi="Corbel" w:cs="Corbe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46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0298D-2D7B-4292-BD44-F8A42AD25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106</TotalTime>
  <Pages>5</Pages>
  <Words>1000</Words>
  <Characters>6001</Characters>
  <Application>Microsoft Office Word</Application>
  <DocSecurity>0</DocSecurity>
  <Lines>50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54</cp:revision>
  <cp:lastPrinted>2019-02-06T12:12:00Z</cp:lastPrinted>
  <dcterms:created xsi:type="dcterms:W3CDTF">2024-05-08T16:59:00Z</dcterms:created>
  <dcterms:modified xsi:type="dcterms:W3CDTF">2024-08-08T10:38:00Z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12aadb01e149502d1111182c394a6e4ee4bf25e95e1275c66a6454205d0d93a3</vt:lpwstr>
  </property>
</Properties>
</file>